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CF" w:rsidRPr="00B63C59" w:rsidRDefault="002E7ACF" w:rsidP="006244D9">
      <w:pPr>
        <w:spacing w:line="360" w:lineRule="auto"/>
        <w:jc w:val="center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 </w:t>
      </w:r>
      <w:r w:rsidRPr="006E1578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5.75pt;visibility:visible">
            <v:imagedata r:id="rId5" o:title=""/>
          </v:shape>
        </w:pict>
      </w:r>
      <w:r w:rsidRPr="00B63C59">
        <w:rPr>
          <w:sz w:val="24"/>
          <w:szCs w:val="24"/>
        </w:rPr>
        <w:t xml:space="preserve">                                        ПРОЕКТ</w:t>
      </w:r>
    </w:p>
    <w:p w:rsidR="002E7ACF" w:rsidRPr="00B63C59" w:rsidRDefault="002E7ACF" w:rsidP="006244D9">
      <w:pPr>
        <w:spacing w:line="360" w:lineRule="auto"/>
        <w:jc w:val="center"/>
        <w:rPr>
          <w:sz w:val="24"/>
          <w:szCs w:val="24"/>
        </w:rPr>
      </w:pPr>
    </w:p>
    <w:p w:rsidR="002E7ACF" w:rsidRPr="001D6806" w:rsidRDefault="002E7ACF" w:rsidP="006244D9">
      <w:pPr>
        <w:spacing w:line="360" w:lineRule="auto"/>
        <w:jc w:val="center"/>
        <w:rPr>
          <w:b/>
          <w:bCs/>
          <w:caps/>
        </w:rPr>
      </w:pPr>
      <w:r w:rsidRPr="001D6806">
        <w:rPr>
          <w:b/>
          <w:bCs/>
          <w:caps/>
        </w:rPr>
        <w:t>Совет муниципального района «Шилкинский район»</w:t>
      </w:r>
    </w:p>
    <w:p w:rsidR="002E7ACF" w:rsidRPr="00B63C59" w:rsidRDefault="002E7ACF" w:rsidP="006244D9">
      <w:pPr>
        <w:spacing w:line="360" w:lineRule="auto"/>
        <w:jc w:val="center"/>
        <w:rPr>
          <w:b/>
          <w:bCs/>
          <w:sz w:val="24"/>
          <w:szCs w:val="24"/>
        </w:rPr>
      </w:pPr>
      <w:r w:rsidRPr="001D6806">
        <w:rPr>
          <w:b/>
          <w:bCs/>
        </w:rPr>
        <w:t>РЕШЕНИЕ</w:t>
      </w:r>
    </w:p>
    <w:p w:rsidR="002E7ACF" w:rsidRPr="00B63C59" w:rsidRDefault="002E7ACF" w:rsidP="006244D9">
      <w:pPr>
        <w:spacing w:line="360" w:lineRule="auto"/>
        <w:jc w:val="center"/>
        <w:rPr>
          <w:b/>
          <w:bCs/>
          <w:sz w:val="24"/>
          <w:szCs w:val="24"/>
        </w:rPr>
      </w:pPr>
    </w:p>
    <w:p w:rsidR="002E7ACF" w:rsidRPr="001D6806" w:rsidRDefault="002E7ACF" w:rsidP="006244D9">
      <w:pPr>
        <w:spacing w:line="360" w:lineRule="auto"/>
        <w:jc w:val="both"/>
        <w:rPr>
          <w:bCs/>
        </w:rPr>
      </w:pPr>
      <w:r>
        <w:rPr>
          <w:bCs/>
        </w:rPr>
        <w:t>«    »________ 2017</w:t>
      </w:r>
      <w:r w:rsidRPr="001D6806">
        <w:rPr>
          <w:bCs/>
        </w:rPr>
        <w:t xml:space="preserve"> года                                                                          № _____</w:t>
      </w:r>
    </w:p>
    <w:p w:rsidR="002E7ACF" w:rsidRPr="001D6806" w:rsidRDefault="002E7ACF" w:rsidP="00B315AA">
      <w:pPr>
        <w:jc w:val="center"/>
      </w:pPr>
    </w:p>
    <w:p w:rsidR="002E7ACF" w:rsidRPr="001D6806" w:rsidRDefault="002E7ACF" w:rsidP="00B315AA">
      <w:pPr>
        <w:jc w:val="center"/>
      </w:pPr>
      <w:r w:rsidRPr="001D6806">
        <w:t>г. Шилка</w:t>
      </w:r>
    </w:p>
    <w:p w:rsidR="002E7ACF" w:rsidRPr="001D6806" w:rsidRDefault="002E7ACF" w:rsidP="00B315AA">
      <w:pPr>
        <w:jc w:val="center"/>
        <w:rPr>
          <w:b/>
        </w:rPr>
      </w:pPr>
    </w:p>
    <w:p w:rsidR="002E7ACF" w:rsidRPr="001D6806" w:rsidRDefault="002E7ACF" w:rsidP="00B315AA">
      <w:pPr>
        <w:jc w:val="center"/>
        <w:rPr>
          <w:b/>
        </w:rPr>
      </w:pPr>
    </w:p>
    <w:p w:rsidR="002E7ACF" w:rsidRDefault="002E7ACF" w:rsidP="005E4E75">
      <w:pPr>
        <w:jc w:val="center"/>
        <w:rPr>
          <w:b/>
        </w:rPr>
      </w:pPr>
      <w:r>
        <w:rPr>
          <w:b/>
        </w:rPr>
        <w:t xml:space="preserve">Об утверждении структуры и схемы управления администрации </w:t>
      </w:r>
    </w:p>
    <w:p w:rsidR="002E7ACF" w:rsidRPr="001D6806" w:rsidRDefault="002E7ACF" w:rsidP="005E4E75">
      <w:pPr>
        <w:jc w:val="center"/>
        <w:rPr>
          <w:i/>
        </w:rPr>
      </w:pPr>
      <w:r>
        <w:rPr>
          <w:b/>
        </w:rPr>
        <w:t>муниципального района «Шилкинский район»</w:t>
      </w:r>
    </w:p>
    <w:p w:rsidR="002E7ACF" w:rsidRPr="00B63C59" w:rsidRDefault="002E7ACF" w:rsidP="00155A22">
      <w:pPr>
        <w:jc w:val="center"/>
        <w:rPr>
          <w:sz w:val="24"/>
          <w:szCs w:val="24"/>
        </w:rPr>
      </w:pPr>
    </w:p>
    <w:p w:rsidR="002E7ACF" w:rsidRPr="00B63C59" w:rsidRDefault="002E7ACF" w:rsidP="00155A22">
      <w:pPr>
        <w:jc w:val="center"/>
        <w:rPr>
          <w:sz w:val="24"/>
          <w:szCs w:val="24"/>
        </w:rPr>
      </w:pPr>
    </w:p>
    <w:p w:rsidR="002E7ACF" w:rsidRDefault="002E7ACF" w:rsidP="00E0140E">
      <w:pPr>
        <w:suppressAutoHyphens/>
        <w:ind w:firstLine="709"/>
        <w:jc w:val="both"/>
        <w:rPr>
          <w:b/>
          <w:bCs/>
        </w:rPr>
      </w:pPr>
      <w:r w:rsidRPr="001D6806">
        <w:t xml:space="preserve">В соответствии </w:t>
      </w:r>
      <w:r>
        <w:t xml:space="preserve">с частью 8 статьи 37 Федерального закона от 6 октября 2003 года № 131-ФЗ «Об общих принципах организации местного самоуправления в Российской Федерации», Положением о структуре администрации муниципального района «Шилкинский район», утвержденным решением Совета муниципального района «Шилкинский район» от ___ ноября 2017 года № ____, </w:t>
      </w:r>
      <w:r w:rsidRPr="001D6806">
        <w:rPr>
          <w:bCs/>
        </w:rPr>
        <w:t>руководствуясь статьей 25 Устава муниципального района «Шилкинский район», Совет муниципального района «Шилкинский район»</w:t>
      </w:r>
      <w:r w:rsidRPr="001D6806">
        <w:rPr>
          <w:bCs/>
          <w:i/>
        </w:rPr>
        <w:t xml:space="preserve"> </w:t>
      </w:r>
      <w:r>
        <w:rPr>
          <w:bCs/>
          <w:i/>
        </w:rPr>
        <w:t xml:space="preserve">     </w:t>
      </w:r>
      <w:r w:rsidRPr="00F72EED">
        <w:rPr>
          <w:b/>
          <w:bCs/>
        </w:rPr>
        <w:t>р</w:t>
      </w:r>
      <w:r>
        <w:rPr>
          <w:b/>
          <w:bCs/>
        </w:rPr>
        <w:t xml:space="preserve"> </w:t>
      </w:r>
      <w:r w:rsidRPr="00F72EED">
        <w:rPr>
          <w:b/>
          <w:bCs/>
        </w:rPr>
        <w:t>е</w:t>
      </w:r>
      <w:r>
        <w:rPr>
          <w:b/>
          <w:bCs/>
        </w:rPr>
        <w:t xml:space="preserve"> </w:t>
      </w:r>
      <w:r w:rsidRPr="00F72EED">
        <w:rPr>
          <w:b/>
          <w:bCs/>
        </w:rPr>
        <w:t>ш</w:t>
      </w:r>
      <w:r>
        <w:rPr>
          <w:b/>
          <w:bCs/>
        </w:rPr>
        <w:t xml:space="preserve"> </w:t>
      </w:r>
      <w:r w:rsidRPr="00F72EED">
        <w:rPr>
          <w:b/>
          <w:bCs/>
        </w:rPr>
        <w:t>и</w:t>
      </w:r>
      <w:r>
        <w:rPr>
          <w:b/>
          <w:bCs/>
        </w:rPr>
        <w:t xml:space="preserve"> </w:t>
      </w:r>
      <w:r w:rsidRPr="00F72EED">
        <w:rPr>
          <w:b/>
          <w:bCs/>
        </w:rPr>
        <w:t>л:</w:t>
      </w:r>
    </w:p>
    <w:p w:rsidR="002E7ACF" w:rsidRDefault="002E7ACF" w:rsidP="00E0140E">
      <w:pPr>
        <w:suppressAutoHyphens/>
        <w:ind w:firstLine="709"/>
        <w:jc w:val="both"/>
        <w:rPr>
          <w:bCs/>
        </w:rPr>
      </w:pPr>
    </w:p>
    <w:p w:rsidR="002E7ACF" w:rsidRDefault="002E7ACF" w:rsidP="00E0140E">
      <w:pPr>
        <w:suppressAutoHyphens/>
        <w:ind w:firstLine="709"/>
        <w:jc w:val="both"/>
        <w:rPr>
          <w:bCs/>
        </w:rPr>
      </w:pPr>
      <w:r>
        <w:rPr>
          <w:bCs/>
        </w:rPr>
        <w:t>1. Утвердить прилагаемую Структуру администрации муниципального района «Шилкинский район».</w:t>
      </w:r>
    </w:p>
    <w:p w:rsidR="002E7ACF" w:rsidRDefault="002E7ACF" w:rsidP="00E0140E">
      <w:pPr>
        <w:suppressAutoHyphens/>
        <w:ind w:firstLine="709"/>
        <w:jc w:val="both"/>
        <w:rPr>
          <w:bCs/>
        </w:rPr>
      </w:pPr>
      <w:r>
        <w:rPr>
          <w:bCs/>
        </w:rPr>
        <w:t>2. Утвердить прилагаемую схему управления администрации муниципального района «Шилкинский район».</w:t>
      </w:r>
    </w:p>
    <w:p w:rsidR="002E7ACF" w:rsidRDefault="002E7ACF" w:rsidP="00F539B3">
      <w:pPr>
        <w:ind w:right="-5" w:firstLine="709"/>
        <w:jc w:val="both"/>
      </w:pPr>
      <w:r>
        <w:t xml:space="preserve">3. </w:t>
      </w:r>
      <w:r w:rsidRPr="001D6806">
        <w:t xml:space="preserve">Настоящее решение опубликовать (обнародовать) на официальном портале муниципального района «Шилкинский район» </w:t>
      </w:r>
      <w:r w:rsidRPr="001D6806">
        <w:rPr>
          <w:u w:val="single"/>
        </w:rPr>
        <w:t>«</w:t>
      </w:r>
      <w:r w:rsidRPr="001D6806">
        <w:rPr>
          <w:u w:val="single"/>
          <w:lang w:val="en-US"/>
        </w:rPr>
        <w:t>www</w:t>
      </w:r>
      <w:r>
        <w:rPr>
          <w:u w:val="single"/>
        </w:rPr>
        <w:t>.ш</w:t>
      </w:r>
      <w:r w:rsidRPr="001D6806">
        <w:rPr>
          <w:u w:val="single"/>
        </w:rPr>
        <w:t>илкинский.рф.»</w:t>
      </w:r>
      <w:r w:rsidRPr="001D6806">
        <w:t xml:space="preserve"> в информационно-телекоммуникационной сети Интернет.</w:t>
      </w:r>
    </w:p>
    <w:p w:rsidR="002E7ACF" w:rsidRDefault="002E7ACF" w:rsidP="00F539B3">
      <w:pPr>
        <w:ind w:right="-5" w:firstLine="709"/>
        <w:jc w:val="both"/>
      </w:pPr>
    </w:p>
    <w:p w:rsidR="002E7ACF" w:rsidRPr="001D6806" w:rsidRDefault="002E7ACF" w:rsidP="00F539B3">
      <w:pPr>
        <w:ind w:right="-5" w:firstLine="709"/>
        <w:jc w:val="both"/>
      </w:pPr>
    </w:p>
    <w:p w:rsidR="002E7ACF" w:rsidRPr="001D6806" w:rsidRDefault="002E7ACF" w:rsidP="00B06207">
      <w:pPr>
        <w:ind w:left="568"/>
      </w:pPr>
    </w:p>
    <w:p w:rsidR="002E7ACF" w:rsidRDefault="002E7ACF" w:rsidP="00B954CF">
      <w:r w:rsidRPr="001D6806">
        <w:t xml:space="preserve">Глава муниципального района                                                          </w:t>
      </w:r>
      <w:r>
        <w:t>С.В. Воробьёв</w:t>
      </w:r>
    </w:p>
    <w:p w:rsidR="002E7ACF" w:rsidRDefault="002E7ACF" w:rsidP="00B954CF"/>
    <w:p w:rsidR="002E7ACF" w:rsidRDefault="002E7ACF" w:rsidP="00B954CF"/>
    <w:p w:rsidR="002E7ACF" w:rsidRDefault="002E7ACF" w:rsidP="00B954CF"/>
    <w:p w:rsidR="002E7ACF" w:rsidRDefault="002E7ACF" w:rsidP="00B954CF"/>
    <w:p w:rsidR="002E7ACF" w:rsidRDefault="002E7ACF" w:rsidP="00B954CF"/>
    <w:p w:rsidR="002E7ACF" w:rsidRDefault="002E7ACF" w:rsidP="00B954CF"/>
    <w:p w:rsidR="002E7ACF" w:rsidRDefault="002E7ACF" w:rsidP="00B954CF"/>
    <w:p w:rsidR="002E7ACF" w:rsidRDefault="002E7ACF" w:rsidP="00F72EED">
      <w:pPr>
        <w:jc w:val="right"/>
        <w:rPr>
          <w:sz w:val="24"/>
          <w:szCs w:val="24"/>
        </w:rPr>
      </w:pPr>
    </w:p>
    <w:p w:rsidR="002E7ACF" w:rsidRDefault="002E7ACF" w:rsidP="00F72EED">
      <w:pPr>
        <w:jc w:val="right"/>
        <w:rPr>
          <w:sz w:val="24"/>
          <w:szCs w:val="24"/>
        </w:rPr>
      </w:pPr>
    </w:p>
    <w:p w:rsidR="002E7ACF" w:rsidRPr="00A47B78" w:rsidRDefault="002E7ACF" w:rsidP="00F72EED">
      <w:pPr>
        <w:jc w:val="right"/>
        <w:rPr>
          <w:sz w:val="24"/>
          <w:szCs w:val="24"/>
        </w:rPr>
      </w:pPr>
      <w:r w:rsidRPr="00A47B78">
        <w:rPr>
          <w:sz w:val="24"/>
          <w:szCs w:val="24"/>
        </w:rPr>
        <w:t>УТВЕРЖДЕНА</w:t>
      </w:r>
    </w:p>
    <w:p w:rsidR="002E7ACF" w:rsidRPr="00A47B78" w:rsidRDefault="002E7ACF" w:rsidP="00F72EED">
      <w:pPr>
        <w:jc w:val="right"/>
        <w:rPr>
          <w:sz w:val="24"/>
          <w:szCs w:val="24"/>
        </w:rPr>
      </w:pPr>
      <w:r w:rsidRPr="00A47B78">
        <w:rPr>
          <w:sz w:val="24"/>
          <w:szCs w:val="24"/>
        </w:rPr>
        <w:t xml:space="preserve">решением Совета муниципального </w:t>
      </w:r>
    </w:p>
    <w:p w:rsidR="002E7ACF" w:rsidRPr="00A47B78" w:rsidRDefault="002E7ACF" w:rsidP="00F72EED">
      <w:pPr>
        <w:jc w:val="right"/>
        <w:rPr>
          <w:sz w:val="24"/>
          <w:szCs w:val="24"/>
        </w:rPr>
      </w:pPr>
      <w:r w:rsidRPr="00A47B78">
        <w:rPr>
          <w:sz w:val="24"/>
          <w:szCs w:val="24"/>
        </w:rPr>
        <w:t xml:space="preserve">района «Шилкинский район» </w:t>
      </w:r>
    </w:p>
    <w:p w:rsidR="002E7ACF" w:rsidRPr="00A47B78" w:rsidRDefault="002E7ACF" w:rsidP="00F72EED">
      <w:pPr>
        <w:jc w:val="right"/>
        <w:rPr>
          <w:sz w:val="24"/>
          <w:szCs w:val="24"/>
        </w:rPr>
      </w:pPr>
      <w:r w:rsidRPr="00A47B78">
        <w:rPr>
          <w:sz w:val="24"/>
          <w:szCs w:val="24"/>
        </w:rPr>
        <w:t xml:space="preserve">от __________ 2017г. № _______ </w:t>
      </w:r>
    </w:p>
    <w:p w:rsidR="002E7ACF" w:rsidRPr="00A47B78" w:rsidRDefault="002E7ACF" w:rsidP="00F72EED">
      <w:pPr>
        <w:jc w:val="right"/>
        <w:rPr>
          <w:sz w:val="24"/>
          <w:szCs w:val="24"/>
        </w:rPr>
      </w:pPr>
    </w:p>
    <w:p w:rsidR="002E7ACF" w:rsidRPr="00A47B78" w:rsidRDefault="002E7ACF" w:rsidP="00F72EED">
      <w:pPr>
        <w:jc w:val="right"/>
        <w:rPr>
          <w:sz w:val="24"/>
          <w:szCs w:val="24"/>
        </w:rPr>
      </w:pPr>
    </w:p>
    <w:p w:rsidR="002E7ACF" w:rsidRPr="00A47B78" w:rsidRDefault="002E7ACF" w:rsidP="00F72EED">
      <w:pPr>
        <w:jc w:val="center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СТРУКТУРА</w:t>
      </w:r>
    </w:p>
    <w:p w:rsidR="002E7ACF" w:rsidRPr="00A47B78" w:rsidRDefault="002E7ACF" w:rsidP="00F72EED">
      <w:pPr>
        <w:jc w:val="center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администрации муниципального района «Шилкинский район»</w:t>
      </w:r>
    </w:p>
    <w:p w:rsidR="002E7ACF" w:rsidRPr="00A47B78" w:rsidRDefault="002E7ACF" w:rsidP="00F72EED">
      <w:pPr>
        <w:jc w:val="center"/>
        <w:rPr>
          <w:b/>
          <w:sz w:val="24"/>
          <w:szCs w:val="24"/>
        </w:rPr>
      </w:pP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В структуру администрации муниципального района «Шилкинский район» входят:</w:t>
      </w:r>
    </w:p>
    <w:p w:rsidR="002E7ACF" w:rsidRPr="00A47B78" w:rsidRDefault="002E7ACF" w:rsidP="00F72EED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1. Глава муниципального района (руководитель администрации).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Основные направления деятельности главы муниципального района (руководителя администрации):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осуществления администрацией муниципального района «Шилки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ский район» (далее – администрация) полномочий  по решению вопросов местного значения муниципального района и отдельных государственных полномочий, переданных органам местного самоуправления муниципального района федеральными законами и законами З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байкальского края;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координация работы администрации в отношениях с органами государственной власти, органами местного самоуправления, в том числе других муниципальных образов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ний, гражданами и организациями;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издание постановлений и распоряжений администрации;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составление проекта бюджета муниципального района, исполнение бюджета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района, осуществление контроля за его исполнением, составление и утверждение отчета об исполнении бюджета муниципального района;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создание муниципальных учреждений и предприятий, осуществление финансового обеспечения деятельности муниципальных казенных учреждений и финансового обеспеч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ципальных нужд;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управления, голосования по вопросам изменения границ муниципального образования, пр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образования муниципального образования;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7) принятие и организация выполнения планов и программ комплексного социально-экономического развития муниципального района, а также организация сбора статистич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ских показателей, характеризующих состояние экономики и социальной сферы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района, и предоставление указанных данных органам государственной власти в поря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ке, установленном Правительством Российской Федерации;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8) учреждение печатного средства массовой информации для опубликования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 xml:space="preserve">пальных правовых актов, обсуждения проектов муниципальных правовых актов по вопросам местного значения, доведения до сведения жителей муниципального района официальной информации о социально-экономическом и культурном развитии муниципального района, о  развитии его общественной инфраструктуры и иной официальной информации; 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9) осуществление международных и внешнеэкономических связей в соответствии с федеральными законами;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10) организация профессионального образования и дополнительного профессионал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образования выборных должностных лиц местного самоуправления, депутатов предст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вительных органов муниципального района, поселений, входящих в состав муниципального района, муниципальных служащих и работников муниципальных учреждений, организация подготовки кадров для муниципальной службы в порядке,  предусмотренном законодател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ством Российской Федерации об образовании и законодательством Российской Федерации о муниципальной службе;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11)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района, в границах поселений, входящих в состав муниципального района;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12) разработка, осуществление, создание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фликтов;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13) участие в предупреждении и ликвидации последствий чрезвычайных ситуаций на территории муниципального района, в границах поселений, входящих в состав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района;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14) организация охраны общественного порядка на территории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 муниципальной милицией;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15) формирование и содержание муниципального архива, включая хранение архивных фондов поселений;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16) выравнивание уровня бюджетной обеспеченности поселений, входящих в состав муниципального района, за счет средств бюджета муниципального района;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17) организация и осуществление мероприятий по территориальной обороне и гра</w:t>
      </w:r>
      <w:r w:rsidRPr="00A47B78">
        <w:rPr>
          <w:sz w:val="24"/>
          <w:szCs w:val="24"/>
        </w:rPr>
        <w:t>ж</w:t>
      </w:r>
      <w:r w:rsidRPr="00A47B78">
        <w:rPr>
          <w:sz w:val="24"/>
          <w:szCs w:val="24"/>
        </w:rPr>
        <w:t>данской обороне, защите населения и территории муниципального района, поселений, вх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дящих в состав муниципального района, от чрезвычайных ситуаций природного и техноге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ного характера;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18) организация и осуществление мероприятий по мобилизационной подготовке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ниципальных предприятий и учреждений, находящихся на территории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19) осуществление мер по противодействию коррупции в границах муниципального района;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20) обеспечение предоставления муниципальных нормативных правовых актов в уполномоченный орган для включения их в регистр муниципальных нормативных правовых актов Забайкальского края;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21) осуществление кадровой политики, в том числе формирование кадрового резерва управленческих кадров;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22) обеспечение исполнения переданных государственных полномочий:</w:t>
      </w:r>
    </w:p>
    <w:p w:rsidR="002E7ACF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</w:t>
      </w:r>
      <w:r>
        <w:rPr>
          <w:sz w:val="24"/>
          <w:szCs w:val="24"/>
        </w:rPr>
        <w:t xml:space="preserve"> Всероссийской хозяйственной переписи;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 Всероссийской переписи населения;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расчету и предоставлению дотаций бюджетам поселений, входящих в состав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ниципального района, за счет средств бюджета Забайкальского края;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сбору информации от поселений, входящих в состав муниципального района, н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обходимой для ведения регистра муниципальных нормативных правовых актов Забайкал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ского края;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созданию комиссий по делам несовершеннолетних и защите их прав и организации деятельности таких комиссий;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созданию административных комиссий в Забайкальском крае;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установлению нормативов формирования расходов на содержание органов местн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го самоуправления поселений, входящих в состав муниципального района;</w:t>
      </w:r>
    </w:p>
    <w:p w:rsidR="002E7ACF" w:rsidRPr="00A47B78" w:rsidRDefault="002E7ACF" w:rsidP="00F72EED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23) осуществление иных полномочий в соответствии с законодательством.</w:t>
      </w:r>
    </w:p>
    <w:p w:rsidR="002E7ACF" w:rsidRPr="00A47B78" w:rsidRDefault="002E7ACF" w:rsidP="00F72EED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2. Первый заместитель руководителя администрации муниципального района «Шилкинский район».</w:t>
      </w:r>
    </w:p>
    <w:p w:rsidR="002E7ACF" w:rsidRPr="00A47B78" w:rsidRDefault="002E7ACF" w:rsidP="004B57D8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Основные направления деятельности первого заместителя руководителя администр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муниципального района: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координация работы администрации в отношениях с органами государственной власти, органами местного самоуправления, в том числе других муниципальных образов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ний, гражданами и организациями;</w:t>
      </w:r>
    </w:p>
    <w:p w:rsidR="002E7ACF" w:rsidRPr="00A47B78" w:rsidRDefault="002E7ACF" w:rsidP="00D0026E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организация профессионального образования и дополнительного профессионал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образования выборных должностных лиц местного самоуправления, депутатов предст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вительных органов муниципального района, поселений, входящих в состав муниципального района, муниципальных служащих и работников муниципальных учреждений, организация подготовки кадров для муниципальной службы в порядке,  предусмотренном законодател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ством Российской Федерации об образовании и законодательством Российской Федерации о муниципальной службе;</w:t>
      </w:r>
    </w:p>
    <w:p w:rsidR="002E7ACF" w:rsidRDefault="002E7ACF" w:rsidP="009B76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участие в</w:t>
      </w:r>
      <w:r w:rsidRPr="00A47B78">
        <w:rPr>
          <w:sz w:val="24"/>
          <w:szCs w:val="24"/>
        </w:rPr>
        <w:t xml:space="preserve"> осуществлени</w:t>
      </w:r>
      <w:r>
        <w:rPr>
          <w:sz w:val="24"/>
          <w:szCs w:val="24"/>
        </w:rPr>
        <w:t>и</w:t>
      </w:r>
      <w:r w:rsidRPr="00A47B78">
        <w:rPr>
          <w:sz w:val="24"/>
          <w:szCs w:val="24"/>
        </w:rPr>
        <w:t xml:space="preserve"> мероприятий по мобилизационной подготовке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пальных предприятий и учреждений, находящихся на территории муниципального района;</w:t>
      </w:r>
    </w:p>
    <w:p w:rsidR="002E7ACF" w:rsidRPr="00A47B78" w:rsidRDefault="002E7ACF" w:rsidP="009B76C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A47B78">
        <w:rPr>
          <w:sz w:val="24"/>
          <w:szCs w:val="24"/>
        </w:rPr>
        <w:t xml:space="preserve"> обеспечение владения, пользования и распоряжения имуществом, находящимся в муниципальной собственности муниципального района;</w:t>
      </w:r>
    </w:p>
    <w:p w:rsidR="002E7ACF" w:rsidRPr="00A47B78" w:rsidRDefault="002E7ACF" w:rsidP="00D0026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47B78">
        <w:rPr>
          <w:sz w:val="24"/>
          <w:szCs w:val="24"/>
        </w:rPr>
        <w:t>) разработка, осуществление, создание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фликтов;</w:t>
      </w:r>
    </w:p>
    <w:p w:rsidR="002E7ACF" w:rsidRPr="00A47B78" w:rsidRDefault="002E7ACF" w:rsidP="00D0026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47B78">
        <w:rPr>
          <w:sz w:val="24"/>
          <w:szCs w:val="24"/>
        </w:rPr>
        <w:t>) организация охраны общественного порядка на территории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 муниципальной милицией;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47B78">
        <w:rPr>
          <w:sz w:val="24"/>
          <w:szCs w:val="24"/>
        </w:rPr>
        <w:t>)  осуществление мер по противодействию коррупции в границах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A47B78">
        <w:rPr>
          <w:sz w:val="24"/>
          <w:szCs w:val="24"/>
        </w:rPr>
        <w:t>)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вары и услуги организаций коммунального комплекса, надбавок к ценам (тарифам) для п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требителей;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A47B78">
        <w:rPr>
          <w:sz w:val="24"/>
          <w:szCs w:val="24"/>
        </w:rPr>
        <w:t>) организация в границах муниципального района электро- и газоснабжения посел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ний, входящих в состав муниципального района, организация в границах поселений, вход</w:t>
      </w:r>
      <w:r w:rsidRPr="00A47B78">
        <w:rPr>
          <w:sz w:val="24"/>
          <w:szCs w:val="24"/>
        </w:rPr>
        <w:t>я</w:t>
      </w:r>
      <w:r w:rsidRPr="00A47B78">
        <w:rPr>
          <w:sz w:val="24"/>
          <w:szCs w:val="24"/>
        </w:rPr>
        <w:t>щих в состав муниципального района, электро-, тепло-, газо- и водоснабжения населения, водоотведения, снабжения населения топливом в пределах полномочий, установленных з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конодательством Российской Федерации;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A47B78">
        <w:rPr>
          <w:sz w:val="24"/>
          <w:szCs w:val="24"/>
        </w:rPr>
        <w:t>) разработка программ комплексного развития систем коммунальной инфрастру</w:t>
      </w:r>
      <w:r w:rsidRPr="00A47B78">
        <w:rPr>
          <w:sz w:val="24"/>
          <w:szCs w:val="24"/>
        </w:rPr>
        <w:t>к</w:t>
      </w:r>
      <w:r w:rsidRPr="00A47B78">
        <w:rPr>
          <w:sz w:val="24"/>
          <w:szCs w:val="24"/>
        </w:rPr>
        <w:t>туры поселений, входящих в состав муниципального района, программ комплексного разв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тия транспортной инфраструктуры поселений входящих в состав муниципального района, программ комплексного развития социальной инфраструктуры поселений, входящих в с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став муниципального района, требования к которым устанавливаются Правительством Ро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сийской Федерации;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A47B78">
        <w:rPr>
          <w:sz w:val="24"/>
          <w:szCs w:val="24"/>
        </w:rPr>
        <w:t>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</w:t>
      </w:r>
      <w:r w:rsidRPr="00A47B78">
        <w:rPr>
          <w:sz w:val="24"/>
          <w:szCs w:val="24"/>
        </w:rPr>
        <w:t>б</w:t>
      </w:r>
      <w:r w:rsidRPr="00A47B78">
        <w:rPr>
          <w:sz w:val="24"/>
          <w:szCs w:val="24"/>
        </w:rPr>
        <w:t>следования многоквартирных домов, помещения в которых составляют муниципальный ж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лищный фонд в границах муниципального района, организация и проведение иных мер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приятий, предусмотренных законодательством об энергосбережении и о повышении энерг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тической эффективности;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A47B78">
        <w:rPr>
          <w:sz w:val="24"/>
          <w:szCs w:val="24"/>
        </w:rPr>
        <w:t>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варя 1996 года № 7-ФЗ «О некоммерческих организациях», благотворительной деятельности и добровольчеству;</w:t>
      </w:r>
    </w:p>
    <w:p w:rsidR="002E7ACF" w:rsidRPr="00A47B78" w:rsidRDefault="002E7ACF" w:rsidP="007B70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A47B78">
        <w:rPr>
          <w:sz w:val="24"/>
          <w:szCs w:val="24"/>
        </w:rPr>
        <w:t>) обеспечение исполнения переданных государственных полномочий:</w:t>
      </w:r>
    </w:p>
    <w:p w:rsidR="002E7ACF" w:rsidRDefault="002E7ACF" w:rsidP="007B70E3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 Всероссийской сельскохозяйственной переписи;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E174B3">
        <w:rPr>
          <w:sz w:val="24"/>
          <w:szCs w:val="24"/>
        </w:rPr>
        <w:t>) принятие и организация выполнения планов и программ комплексного социально-экономического развития муниципального района, а также организация сбора статистич</w:t>
      </w:r>
      <w:r w:rsidRPr="00E174B3">
        <w:rPr>
          <w:sz w:val="24"/>
          <w:szCs w:val="24"/>
        </w:rPr>
        <w:t>е</w:t>
      </w:r>
      <w:r w:rsidRPr="00E174B3">
        <w:rPr>
          <w:sz w:val="24"/>
          <w:szCs w:val="24"/>
        </w:rPr>
        <w:t>ских показателей, характеризующих состояние экономики и социальной сферы муниципал</w:t>
      </w:r>
      <w:r w:rsidRPr="00E174B3">
        <w:rPr>
          <w:sz w:val="24"/>
          <w:szCs w:val="24"/>
        </w:rPr>
        <w:t>ь</w:t>
      </w:r>
      <w:r w:rsidRPr="00E174B3">
        <w:rPr>
          <w:sz w:val="24"/>
          <w:szCs w:val="24"/>
        </w:rPr>
        <w:t>ного района, и предоставление указанных данных органам государственной власти в поря</w:t>
      </w:r>
      <w:r w:rsidRPr="00E174B3">
        <w:rPr>
          <w:sz w:val="24"/>
          <w:szCs w:val="24"/>
        </w:rPr>
        <w:t>д</w:t>
      </w:r>
      <w:r w:rsidRPr="00E174B3">
        <w:rPr>
          <w:sz w:val="24"/>
          <w:szCs w:val="24"/>
        </w:rPr>
        <w:t>ке, установленном Правительством Российской Федерации;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E174B3">
        <w:rPr>
          <w:sz w:val="24"/>
          <w:szCs w:val="24"/>
        </w:rPr>
        <w:t>) установление тарифов на услуги, предоставляемые муниципальными предпр</w:t>
      </w:r>
      <w:r w:rsidRPr="00E174B3">
        <w:rPr>
          <w:sz w:val="24"/>
          <w:szCs w:val="24"/>
        </w:rPr>
        <w:t>и</w:t>
      </w:r>
      <w:r w:rsidRPr="00E174B3">
        <w:rPr>
          <w:sz w:val="24"/>
          <w:szCs w:val="24"/>
        </w:rPr>
        <w:t>ятиями и учреждениями, и работы, выполняемые муниципальными предприятиями и учре</w:t>
      </w:r>
      <w:r w:rsidRPr="00E174B3">
        <w:rPr>
          <w:sz w:val="24"/>
          <w:szCs w:val="24"/>
        </w:rPr>
        <w:t>ж</w:t>
      </w:r>
      <w:r w:rsidRPr="00E174B3">
        <w:rPr>
          <w:sz w:val="24"/>
          <w:szCs w:val="24"/>
        </w:rPr>
        <w:t>дениями, если иное не предусмотрено федеральными законами;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Pr="00E174B3">
        <w:rPr>
          <w:sz w:val="24"/>
          <w:szCs w:val="24"/>
        </w:rPr>
        <w:t>) организация мероприятий межпоселенческого характера по охране окружающей среды;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E174B3">
        <w:rPr>
          <w:sz w:val="24"/>
          <w:szCs w:val="24"/>
        </w:rPr>
        <w:t>) участие в организации деятельности по сбору, транспортированию, обработке, утилизации, обезвреживанию, захоронению твердых коммунальных отходов на территории муниципального района и поселений, входящих в состав муниципального района;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E174B3">
        <w:rPr>
          <w:sz w:val="24"/>
          <w:szCs w:val="24"/>
        </w:rPr>
        <w:t>) создание условий для развития сельскохозяйственного производства в поселениях, входящих в состав муниципального района, расширения рынка сельскохозяйственной пр</w:t>
      </w:r>
      <w:r w:rsidRPr="00E174B3">
        <w:rPr>
          <w:sz w:val="24"/>
          <w:szCs w:val="24"/>
        </w:rPr>
        <w:t>о</w:t>
      </w:r>
      <w:r w:rsidRPr="00E174B3">
        <w:rPr>
          <w:sz w:val="24"/>
          <w:szCs w:val="24"/>
        </w:rPr>
        <w:t>дукции, сырья и продовольствия, содействие развитию малого и среднего предпринимател</w:t>
      </w:r>
      <w:r w:rsidRPr="00E174B3">
        <w:rPr>
          <w:sz w:val="24"/>
          <w:szCs w:val="24"/>
        </w:rPr>
        <w:t>ь</w:t>
      </w:r>
      <w:r w:rsidRPr="00E174B3">
        <w:rPr>
          <w:sz w:val="24"/>
          <w:szCs w:val="24"/>
        </w:rPr>
        <w:t>ства, торговой деятельности;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Pr="00E174B3">
        <w:rPr>
          <w:sz w:val="24"/>
          <w:szCs w:val="24"/>
        </w:rPr>
        <w:t>) обеспечение создания муниципальных предприятий и учреждений, осуществления закупок товаров, работ, услуг для обеспечения муниципальных нужд;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E174B3">
        <w:rPr>
          <w:sz w:val="24"/>
          <w:szCs w:val="24"/>
        </w:rPr>
        <w:t>) участие в разработке программ комплексного развития систем коммунальной и</w:t>
      </w:r>
      <w:r w:rsidRPr="00E174B3">
        <w:rPr>
          <w:sz w:val="24"/>
          <w:szCs w:val="24"/>
        </w:rPr>
        <w:t>н</w:t>
      </w:r>
      <w:r w:rsidRPr="00E174B3">
        <w:rPr>
          <w:sz w:val="24"/>
          <w:szCs w:val="24"/>
        </w:rPr>
        <w:t>фраструктуры поселений, входящих в состав муниципального района, программ комплек</w:t>
      </w:r>
      <w:r w:rsidRPr="00E174B3">
        <w:rPr>
          <w:sz w:val="24"/>
          <w:szCs w:val="24"/>
        </w:rPr>
        <w:t>с</w:t>
      </w:r>
      <w:r w:rsidRPr="00E174B3">
        <w:rPr>
          <w:sz w:val="24"/>
          <w:szCs w:val="24"/>
        </w:rPr>
        <w:t>ного развития транспортной инфраструктуры поселений, входящих в состав муниципального района, программ комплексного развития социальной инфраструктуры поселений, входящих в состав муниципального района, требования к которым устанавливаются Правительством Российской Федерации;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Pr="00E174B3">
        <w:rPr>
          <w:sz w:val="24"/>
          <w:szCs w:val="24"/>
        </w:rPr>
        <w:t>) мониторинг социально-экономического развития муниципального района;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Pr="00E174B3">
        <w:rPr>
          <w:sz w:val="24"/>
          <w:szCs w:val="24"/>
        </w:rPr>
        <w:t>) обеспечение осуществления международных и внешнеэкономических связей в с</w:t>
      </w:r>
      <w:r w:rsidRPr="00E174B3">
        <w:rPr>
          <w:sz w:val="24"/>
          <w:szCs w:val="24"/>
        </w:rPr>
        <w:t>о</w:t>
      </w:r>
      <w:r w:rsidRPr="00E174B3">
        <w:rPr>
          <w:sz w:val="24"/>
          <w:szCs w:val="24"/>
        </w:rPr>
        <w:t>ответствии с федеральными законами;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Pr="00E174B3">
        <w:rPr>
          <w:sz w:val="24"/>
          <w:szCs w:val="24"/>
        </w:rPr>
        <w:t>) обеспечение координации деятельности органов местного самоуправления при реализации проектов муниципально-частного партнерства;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Pr="00E174B3">
        <w:rPr>
          <w:sz w:val="24"/>
          <w:szCs w:val="24"/>
        </w:rPr>
        <w:t>) обеспечение организации деятельности органов местного самоуправления мун</w:t>
      </w:r>
      <w:r w:rsidRPr="00E174B3">
        <w:rPr>
          <w:sz w:val="24"/>
          <w:szCs w:val="24"/>
        </w:rPr>
        <w:t>и</w:t>
      </w:r>
      <w:r w:rsidRPr="00E174B3">
        <w:rPr>
          <w:sz w:val="24"/>
          <w:szCs w:val="24"/>
        </w:rPr>
        <w:t>ципального района в сфере муниципальных услуг;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Pr="00E174B3">
        <w:rPr>
          <w:sz w:val="24"/>
          <w:szCs w:val="24"/>
        </w:rPr>
        <w:t>) проведение оценки регулирующего воздействия нормативных правовых актов м</w:t>
      </w:r>
      <w:r w:rsidRPr="00E174B3">
        <w:rPr>
          <w:sz w:val="24"/>
          <w:szCs w:val="24"/>
        </w:rPr>
        <w:t>у</w:t>
      </w:r>
      <w:r w:rsidRPr="00E174B3">
        <w:rPr>
          <w:sz w:val="24"/>
          <w:szCs w:val="24"/>
        </w:rPr>
        <w:t>ниципального района, устанавливающих новые или изменяющие ранее предусмотренные нормативными правовыми актами муниципального района обязанности для субъектов пре</w:t>
      </w:r>
      <w:r w:rsidRPr="00E174B3">
        <w:rPr>
          <w:sz w:val="24"/>
          <w:szCs w:val="24"/>
        </w:rPr>
        <w:t>д</w:t>
      </w:r>
      <w:r w:rsidRPr="00E174B3">
        <w:rPr>
          <w:sz w:val="24"/>
          <w:szCs w:val="24"/>
        </w:rPr>
        <w:t>принимательской и инвестиционной деятельности;</w:t>
      </w:r>
    </w:p>
    <w:p w:rsidR="002E7ACF" w:rsidRPr="00E174B3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Pr="00E174B3">
        <w:rPr>
          <w:sz w:val="24"/>
          <w:szCs w:val="24"/>
        </w:rPr>
        <w:t>) осуществление мероприятий по реализации государственной политики на терр</w:t>
      </w:r>
      <w:r w:rsidRPr="00E174B3">
        <w:rPr>
          <w:sz w:val="24"/>
          <w:szCs w:val="24"/>
        </w:rPr>
        <w:t>и</w:t>
      </w:r>
      <w:r w:rsidRPr="00E174B3">
        <w:rPr>
          <w:sz w:val="24"/>
          <w:szCs w:val="24"/>
        </w:rPr>
        <w:t>тории муниципального района в сфере труда, трудовых отношений и социального партне</w:t>
      </w:r>
      <w:r w:rsidRPr="00E174B3">
        <w:rPr>
          <w:sz w:val="24"/>
          <w:szCs w:val="24"/>
        </w:rPr>
        <w:t>р</w:t>
      </w:r>
      <w:r w:rsidRPr="00E174B3">
        <w:rPr>
          <w:sz w:val="24"/>
          <w:szCs w:val="24"/>
        </w:rPr>
        <w:t>ства;</w:t>
      </w:r>
    </w:p>
    <w:p w:rsidR="002E7ACF" w:rsidRPr="00A47B78" w:rsidRDefault="002E7ACF" w:rsidP="00DE0FB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Pr="00E174B3">
        <w:rPr>
          <w:sz w:val="24"/>
          <w:szCs w:val="24"/>
        </w:rPr>
        <w:t>) осуществление методического сопровождения деятельности органов местного с</w:t>
      </w:r>
      <w:r w:rsidRPr="00E174B3">
        <w:rPr>
          <w:sz w:val="24"/>
          <w:szCs w:val="24"/>
        </w:rPr>
        <w:t>а</w:t>
      </w:r>
      <w:r w:rsidRPr="00E174B3">
        <w:rPr>
          <w:sz w:val="24"/>
          <w:szCs w:val="24"/>
        </w:rPr>
        <w:t>моуправления муниципального района в сфере закупок товаров, работ, услуг для муниц</w:t>
      </w:r>
      <w:r w:rsidRPr="00E174B3">
        <w:rPr>
          <w:sz w:val="24"/>
          <w:szCs w:val="24"/>
        </w:rPr>
        <w:t>и</w:t>
      </w:r>
      <w:r w:rsidRPr="00E174B3">
        <w:rPr>
          <w:sz w:val="24"/>
          <w:szCs w:val="24"/>
        </w:rPr>
        <w:t>пальных нужд,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Pr="00A47B78">
        <w:rPr>
          <w:sz w:val="24"/>
          <w:szCs w:val="24"/>
        </w:rPr>
        <w:t>) осуществление иных полномочий в соответствии с законодательством.</w:t>
      </w:r>
    </w:p>
    <w:p w:rsidR="002E7ACF" w:rsidRDefault="002E7ACF" w:rsidP="007674CB">
      <w:pPr>
        <w:ind w:firstLine="709"/>
        <w:jc w:val="both"/>
        <w:rPr>
          <w:b/>
          <w:sz w:val="24"/>
          <w:szCs w:val="24"/>
        </w:rPr>
      </w:pPr>
    </w:p>
    <w:p w:rsidR="002E7ACF" w:rsidRDefault="002E7ACF" w:rsidP="00E174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 З</w:t>
      </w:r>
      <w:r w:rsidRPr="00A47B78">
        <w:rPr>
          <w:b/>
          <w:sz w:val="24"/>
          <w:szCs w:val="24"/>
        </w:rPr>
        <w:t>аместитель руководителя администрации муниципального района</w:t>
      </w:r>
      <w:r>
        <w:rPr>
          <w:b/>
          <w:sz w:val="24"/>
          <w:szCs w:val="24"/>
        </w:rPr>
        <w:t xml:space="preserve"> </w:t>
      </w:r>
    </w:p>
    <w:p w:rsidR="002E7ACF" w:rsidRDefault="002E7ACF" w:rsidP="00E174B3">
      <w:pPr>
        <w:ind w:firstLine="709"/>
        <w:jc w:val="both"/>
        <w:rPr>
          <w:b/>
          <w:sz w:val="24"/>
          <w:szCs w:val="24"/>
        </w:rPr>
      </w:pPr>
    </w:p>
    <w:p w:rsidR="002E7ACF" w:rsidRDefault="002E7ACF" w:rsidP="007674CB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Основные направления деятельности заместителя руководителя администрации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ниципального района:</w:t>
      </w:r>
    </w:p>
    <w:p w:rsidR="002E7ACF" w:rsidRDefault="002E7ACF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обеспечение осуществления стратегического планирования, разработки документов стратегического планирования;</w:t>
      </w:r>
    </w:p>
    <w:p w:rsidR="002E7ACF" w:rsidRDefault="002E7ACF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A47B78">
        <w:rPr>
          <w:sz w:val="24"/>
          <w:szCs w:val="24"/>
        </w:rPr>
        <w:t>обеспечение реализации Указа 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3)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</w:t>
      </w:r>
      <w:r w:rsidRPr="00E174B3">
        <w:rPr>
          <w:sz w:val="24"/>
          <w:szCs w:val="24"/>
        </w:rPr>
        <w:t>ь</w:t>
      </w:r>
      <w:r w:rsidRPr="00E174B3">
        <w:rPr>
          <w:sz w:val="24"/>
          <w:szCs w:val="24"/>
        </w:rPr>
        <w:t>ного района, в границах поселений, входящих в состав муниципального района, участие в осуществлении мероприятий по территориальной обороне и гражданской обороне, защите населения и территории муниципального района, поселений, входящих в состав муниц</w:t>
      </w:r>
      <w:r w:rsidRPr="00E174B3">
        <w:rPr>
          <w:sz w:val="24"/>
          <w:szCs w:val="24"/>
        </w:rPr>
        <w:t>и</w:t>
      </w:r>
      <w:r w:rsidRPr="00E174B3">
        <w:rPr>
          <w:sz w:val="24"/>
          <w:szCs w:val="24"/>
        </w:rPr>
        <w:t>пального района, от чрезвычайных ситуаций природного и техногенного характера;</w:t>
      </w:r>
    </w:p>
    <w:p w:rsidR="002E7ACF" w:rsidRPr="00E174B3" w:rsidRDefault="002E7ACF" w:rsidP="00E174B3">
      <w:pPr>
        <w:ind w:firstLine="709"/>
        <w:jc w:val="both"/>
        <w:rPr>
          <w:b/>
          <w:sz w:val="24"/>
          <w:szCs w:val="24"/>
        </w:rPr>
      </w:pP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4) координация деятельности социальных учреждений, создание условий для развития социальной сферы;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5) организация предоставления общедоступного и бесплатного дошкольного, начал</w:t>
      </w:r>
      <w:r w:rsidRPr="00E174B3">
        <w:rPr>
          <w:sz w:val="24"/>
          <w:szCs w:val="24"/>
        </w:rPr>
        <w:t>ь</w:t>
      </w:r>
      <w:r w:rsidRPr="00E174B3">
        <w:rPr>
          <w:sz w:val="24"/>
          <w:szCs w:val="24"/>
        </w:rPr>
        <w:t>ного общего, основного общего, среднего общего образования по основным общеобразов</w:t>
      </w:r>
      <w:r w:rsidRPr="00E174B3">
        <w:rPr>
          <w:sz w:val="24"/>
          <w:szCs w:val="24"/>
        </w:rPr>
        <w:t>а</w:t>
      </w:r>
      <w:r w:rsidRPr="00E174B3">
        <w:rPr>
          <w:sz w:val="24"/>
          <w:szCs w:val="24"/>
        </w:rPr>
        <w:t>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</w:t>
      </w:r>
      <w:r w:rsidRPr="00E174B3">
        <w:rPr>
          <w:sz w:val="24"/>
          <w:szCs w:val="24"/>
        </w:rPr>
        <w:t>о</w:t>
      </w:r>
      <w:r w:rsidRPr="00E174B3">
        <w:rPr>
          <w:sz w:val="24"/>
          <w:szCs w:val="24"/>
        </w:rPr>
        <w:t>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</w:t>
      </w:r>
      <w:r w:rsidRPr="00E174B3">
        <w:rPr>
          <w:sz w:val="24"/>
          <w:szCs w:val="24"/>
        </w:rPr>
        <w:t>о</w:t>
      </w:r>
      <w:r w:rsidRPr="00E174B3">
        <w:rPr>
          <w:sz w:val="24"/>
          <w:szCs w:val="24"/>
        </w:rPr>
        <w:t>вательных организациях (за исключением дополнительного образования детей, финансовое обеспечение которого осуществляется органами государственной</w:t>
      </w:r>
      <w:r w:rsidRPr="00E174B3">
        <w:t xml:space="preserve"> </w:t>
      </w:r>
      <w:r w:rsidRPr="00E174B3">
        <w:rPr>
          <w:sz w:val="24"/>
          <w:szCs w:val="24"/>
        </w:rPr>
        <w:t>власти субъекта Росси</w:t>
      </w:r>
      <w:r w:rsidRPr="00E174B3">
        <w:rPr>
          <w:sz w:val="24"/>
          <w:szCs w:val="24"/>
        </w:rPr>
        <w:t>й</w:t>
      </w:r>
      <w:r w:rsidRPr="00E174B3">
        <w:rPr>
          <w:sz w:val="24"/>
          <w:szCs w:val="24"/>
        </w:rPr>
        <w:t>ской Федерации), создание условий для осуществления присмотра и ухода за детьми, соде</w:t>
      </w:r>
      <w:r w:rsidRPr="00E174B3">
        <w:rPr>
          <w:sz w:val="24"/>
          <w:szCs w:val="24"/>
        </w:rPr>
        <w:t>р</w:t>
      </w:r>
      <w:r w:rsidRPr="00E174B3">
        <w:rPr>
          <w:sz w:val="24"/>
          <w:szCs w:val="24"/>
        </w:rPr>
        <w:t>жания детей в муниципальных образовательных организациях, а также организация отдыха детей в каникулярное время;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6) организация библиотечного обслуживания населения, в том числе межпоселенч</w:t>
      </w:r>
      <w:r w:rsidRPr="00E174B3">
        <w:rPr>
          <w:sz w:val="24"/>
          <w:szCs w:val="24"/>
        </w:rPr>
        <w:t>е</w:t>
      </w:r>
      <w:r w:rsidRPr="00E174B3">
        <w:rPr>
          <w:sz w:val="24"/>
          <w:szCs w:val="24"/>
        </w:rPr>
        <w:t>скими библиотеками, комплектование и обеспечение сохранности их библиотечных фондов, в том числе библиотечных фондов библиотек поселений, входящих в состав муниципального района;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7) 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8) обеспечение условий для развития на территории муниципального района физич</w:t>
      </w:r>
      <w:r w:rsidRPr="00E174B3">
        <w:rPr>
          <w:sz w:val="24"/>
          <w:szCs w:val="24"/>
        </w:rPr>
        <w:t>е</w:t>
      </w:r>
      <w:r w:rsidRPr="00E174B3">
        <w:rPr>
          <w:sz w:val="24"/>
          <w:szCs w:val="24"/>
        </w:rPr>
        <w:t>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9) организация и осуществление мероприятий межпоселенческого характера по раб</w:t>
      </w:r>
      <w:r w:rsidRPr="00E174B3">
        <w:rPr>
          <w:sz w:val="24"/>
          <w:szCs w:val="24"/>
        </w:rPr>
        <w:t>о</w:t>
      </w:r>
      <w:r w:rsidRPr="00E174B3">
        <w:rPr>
          <w:sz w:val="24"/>
          <w:szCs w:val="24"/>
        </w:rPr>
        <w:t>те с детьми и молодежью;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10) обеспечение исполнения переданных государственных полномочий: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по подготовке и проведению Всероссийской сельскохозяйственной переписи;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по подготовке и проведению Всероссийской переписи населения;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по созданию комиссий по делам несовершеннолетних и защите их прав и организации деятельности таких комиссий;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по финансовому обеспечению исполнения вступивших в законную силу судебных п</w:t>
      </w:r>
      <w:r w:rsidRPr="00E174B3">
        <w:rPr>
          <w:sz w:val="24"/>
          <w:szCs w:val="24"/>
        </w:rPr>
        <w:t>о</w:t>
      </w:r>
      <w:r w:rsidRPr="00E174B3">
        <w:rPr>
          <w:sz w:val="24"/>
          <w:szCs w:val="24"/>
        </w:rPr>
        <w:t>становлений о предоставлении жилых помещений по договорам социального найма детям-сиротам и детям, оставшимся без попечения родителей, лицам из числа детей-сирот и детей, оставшихся без попечения родителей;</w:t>
      </w:r>
    </w:p>
    <w:p w:rsidR="002E7ACF" w:rsidRPr="00E174B3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по организации и осуществлению деятельности по опеке и попечительству над нес</w:t>
      </w:r>
      <w:r w:rsidRPr="00E174B3">
        <w:rPr>
          <w:sz w:val="24"/>
          <w:szCs w:val="24"/>
        </w:rPr>
        <w:t>о</w:t>
      </w:r>
      <w:r w:rsidRPr="00E174B3">
        <w:rPr>
          <w:sz w:val="24"/>
          <w:szCs w:val="24"/>
        </w:rPr>
        <w:t>вершеннолетними;</w:t>
      </w:r>
    </w:p>
    <w:p w:rsidR="002E7ACF" w:rsidRDefault="002E7ACF" w:rsidP="00E174B3">
      <w:pPr>
        <w:ind w:firstLine="709"/>
        <w:jc w:val="both"/>
        <w:rPr>
          <w:sz w:val="24"/>
          <w:szCs w:val="24"/>
        </w:rPr>
      </w:pPr>
      <w:r w:rsidRPr="00E174B3">
        <w:rPr>
          <w:sz w:val="24"/>
          <w:szCs w:val="24"/>
        </w:rPr>
        <w:t>сферы труда;</w:t>
      </w:r>
    </w:p>
    <w:p w:rsidR="002E7ACF" w:rsidRDefault="002E7ACF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11) создание, развитие и обеспечение охраны лечебно-оздоровительных местностей и курортов местного значения на территории муниципального района, поселений, входящих в состав муниципального района;</w:t>
      </w:r>
    </w:p>
    <w:p w:rsidR="002E7ACF" w:rsidRPr="00A47B78" w:rsidRDefault="002E7ACF" w:rsidP="00BF0FB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12) </w:t>
      </w:r>
      <w:r w:rsidRPr="00A47B78">
        <w:rPr>
          <w:sz w:val="24"/>
          <w:szCs w:val="24"/>
        </w:rPr>
        <w:t>разработка, осуществление, создание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фликтов;</w:t>
      </w:r>
    </w:p>
    <w:p w:rsidR="002E7ACF" w:rsidRDefault="002E7ACF" w:rsidP="007674C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13) </w:t>
      </w:r>
      <w:r w:rsidRPr="00A47B78">
        <w:rPr>
          <w:sz w:val="24"/>
          <w:szCs w:val="24"/>
        </w:rPr>
        <w:t>доведения до сведения жителей муниципального района официальной информ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о социально-экономическом и культурном развитии муниципального района, о  разв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тии его общественной инфраструктуры и иной официальной информации</w:t>
      </w:r>
    </w:p>
    <w:p w:rsidR="002E7ACF" w:rsidRDefault="002E7ACF" w:rsidP="00BD2F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14) </w:t>
      </w:r>
      <w:r w:rsidRPr="00A47B78">
        <w:rPr>
          <w:sz w:val="24"/>
          <w:szCs w:val="24"/>
        </w:rPr>
        <w:t>осуществление иных полномочий в соответствии с законодательством.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4. Комитет по финансам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по финансам администрации муниципального района: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составление, организация исполнения бюджета муниципального района, контроль за исполнением бюджета муниципального района, составление отчета об исполнении бю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жета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осуществление работы по выравниванию уровня бюджетной обеспеченности пос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лений, входящих в состав муниципального района, за счет средств бюджета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обеспечение осуществления финансового обеспечения деятельности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ных казенных учреждений и финансового обеспечения выполнения муниципального задания бюджетными и автономными муниципальными учреждениями;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обеспечение исполнения переданных государственных полномочий в части, к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сающейся: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расчета и предоставления дотаций бюджетам поселений, входящих в состав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за счет средств бюджета Забайкальского края;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установления нормативов формирования расходов на содержание органов местного самоуправления поселений, входящих в состав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иные функции в соответствии с законодательством и положением о комитета по финансам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C7211A">
        <w:rPr>
          <w:b/>
          <w:sz w:val="24"/>
          <w:szCs w:val="24"/>
        </w:rPr>
        <w:t>5.</w:t>
      </w:r>
      <w:r w:rsidRPr="00A47B78">
        <w:rPr>
          <w:sz w:val="24"/>
          <w:szCs w:val="24"/>
        </w:rPr>
        <w:t xml:space="preserve"> </w:t>
      </w:r>
      <w:r w:rsidRPr="00A47B78">
        <w:rPr>
          <w:b/>
          <w:sz w:val="24"/>
          <w:szCs w:val="24"/>
        </w:rPr>
        <w:t>Управление делами администрации муниципального района «Шилкинский район»</w:t>
      </w:r>
      <w:r w:rsidRPr="00A47B78">
        <w:rPr>
          <w:sz w:val="24"/>
          <w:szCs w:val="24"/>
        </w:rPr>
        <w:t xml:space="preserve"> (состоящее из </w:t>
      </w:r>
      <w:r w:rsidRPr="00BD2F94">
        <w:rPr>
          <w:sz w:val="24"/>
          <w:szCs w:val="24"/>
        </w:rPr>
        <w:t>специалистов организационной и правовой работы,</w:t>
      </w:r>
      <w:r>
        <w:rPr>
          <w:sz w:val="24"/>
          <w:szCs w:val="24"/>
        </w:rPr>
        <w:t xml:space="preserve"> работы в сфере охраны труда,</w:t>
      </w:r>
      <w:r w:rsidRPr="00BD2F94">
        <w:rPr>
          <w:sz w:val="24"/>
          <w:szCs w:val="24"/>
        </w:rPr>
        <w:t xml:space="preserve"> муниципального архива, отдела информационных технологий, хозяйственного отдела</w:t>
      </w:r>
      <w:r w:rsidRPr="00A47B78">
        <w:rPr>
          <w:sz w:val="24"/>
          <w:szCs w:val="24"/>
        </w:rPr>
        <w:t>).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управлением делами администрации муниципального района (структурными подразделениями управления делами администрации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она):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участие в работе по организационному и материально-техническому обеспечению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го лица местного самоуправления, голосования по вопросам изменения границ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образования;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направление для опубликования (обнародования) муниципальных правовых актов, организация обсуждения проектов муниципальных правовых актов по вопросам местного значения, доведения до сведения жителей муниципального района официальной информ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о социально-экономическом и культурном развитии муниципального района, о развитии его общественной инфраструктуры и иной официальной информации;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участие в организации профессионального образования и дополнительного профе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сионального образования выборных должностных лиц местного самоуправления, депутатов представительных органов муниципального района, поселений, входящих в состав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муниципальных служащих и работников муниципальных учреждений, в организации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</w:t>
      </w:r>
    </w:p>
    <w:p w:rsidR="002E7ACF" w:rsidRPr="00A47B78" w:rsidRDefault="002E7ACF" w:rsidP="008505E2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4) </w:t>
      </w:r>
      <w:r w:rsidRPr="008505E2">
        <w:rPr>
          <w:sz w:val="24"/>
          <w:szCs w:val="24"/>
        </w:rPr>
        <w:t>обеспечение создания условий для обеспечения поселений, входящих в состав м</w:t>
      </w:r>
      <w:r w:rsidRPr="008505E2">
        <w:rPr>
          <w:sz w:val="24"/>
          <w:szCs w:val="24"/>
        </w:rPr>
        <w:t>у</w:t>
      </w:r>
      <w:r w:rsidRPr="008505E2">
        <w:rPr>
          <w:sz w:val="24"/>
          <w:szCs w:val="24"/>
        </w:rPr>
        <w:t>ниципального</w:t>
      </w:r>
      <w:r>
        <w:rPr>
          <w:sz w:val="24"/>
          <w:szCs w:val="24"/>
        </w:rPr>
        <w:t xml:space="preserve"> района, услугами связи;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обеспечение осуществления мер по противодействию коррупции в границах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Pr="00A47B78">
        <w:rPr>
          <w:sz w:val="24"/>
          <w:szCs w:val="24"/>
        </w:rPr>
        <w:t xml:space="preserve"> формирование и содержание муниципального архива, включая хранение архивных фондов поселений;</w:t>
      </w:r>
    </w:p>
    <w:p w:rsidR="002E7ACF" w:rsidRPr="00A47B78" w:rsidRDefault="002E7ACF" w:rsidP="004511A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</w:t>
      </w:r>
      <w:r w:rsidRPr="006A16DB">
        <w:rPr>
          <w:sz w:val="24"/>
          <w:szCs w:val="24"/>
        </w:rPr>
        <w:t>обеспечение исполнения переданных государственных полномочий в части, к</w:t>
      </w:r>
      <w:r w:rsidRPr="006A16DB">
        <w:rPr>
          <w:sz w:val="24"/>
          <w:szCs w:val="24"/>
        </w:rPr>
        <w:t>а</w:t>
      </w:r>
      <w:r w:rsidRPr="006A16DB">
        <w:rPr>
          <w:sz w:val="24"/>
          <w:szCs w:val="24"/>
        </w:rPr>
        <w:t>сающейся сферы труда;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A47B78">
        <w:rPr>
          <w:sz w:val="24"/>
          <w:szCs w:val="24"/>
        </w:rPr>
        <w:t>) предоставление муниципальных нормативных правовых актов в уполномоченный орган для включения их в регистр муниципальных правовых актов Забайкальского края;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A47B78">
        <w:rPr>
          <w:sz w:val="24"/>
          <w:szCs w:val="24"/>
        </w:rPr>
        <w:t>) работа с обращениями граждан;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A47B78">
        <w:rPr>
          <w:sz w:val="24"/>
          <w:szCs w:val="24"/>
        </w:rPr>
        <w:t>) обеспечение деятельности главы муниципального района, администрации по к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ординации работы с поселениями, входящими в состав муниципального района, планиров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ние деятельности администрации, документооборот, информационное обеспечение, осущ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ствление других организационных мероприятий;</w:t>
      </w:r>
    </w:p>
    <w:p w:rsidR="002E7ACF" w:rsidRDefault="002E7ACF" w:rsidP="00633C2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A47B78">
        <w:rPr>
          <w:sz w:val="24"/>
          <w:szCs w:val="24"/>
        </w:rPr>
        <w:t>) правовое обеспечение деятельности выборных должностных лиц местного сам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управления, депутатов представительных органов муниципального района, поселений, вх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дящих в состав муниципального района, муниципальных служащих и работников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пальных учреждений;</w:t>
      </w:r>
    </w:p>
    <w:p w:rsidR="002E7ACF" w:rsidRPr="00633C25" w:rsidRDefault="002E7ACF" w:rsidP="00633C25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12</w:t>
      </w:r>
      <w:r w:rsidRPr="00633C25">
        <w:rPr>
          <w:sz w:val="24"/>
          <w:szCs w:val="24"/>
        </w:rPr>
        <w:t>)</w:t>
      </w:r>
      <w:r w:rsidRPr="00633C2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определение потребностей</w:t>
      </w:r>
      <w:r w:rsidRPr="00633C25">
        <w:rPr>
          <w:color w:val="000000"/>
          <w:sz w:val="24"/>
          <w:szCs w:val="24"/>
        </w:rPr>
        <w:t xml:space="preserve"> в</w:t>
      </w:r>
      <w:r>
        <w:rPr>
          <w:color w:val="000000"/>
          <w:sz w:val="24"/>
          <w:szCs w:val="24"/>
        </w:rPr>
        <w:t xml:space="preserve"> информационных системах и обеспечение ими служб а</w:t>
      </w:r>
      <w:r w:rsidRPr="00633C25">
        <w:rPr>
          <w:color w:val="000000"/>
          <w:sz w:val="24"/>
          <w:szCs w:val="24"/>
        </w:rPr>
        <w:t>дминистрации</w:t>
      </w:r>
      <w:r>
        <w:rPr>
          <w:color w:val="000000"/>
          <w:sz w:val="24"/>
          <w:szCs w:val="24"/>
        </w:rPr>
        <w:t xml:space="preserve"> муниципального района,</w:t>
      </w:r>
      <w:r w:rsidRPr="00633C2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администраций </w:t>
      </w:r>
      <w:r w:rsidRPr="00633C25">
        <w:rPr>
          <w:color w:val="000000"/>
          <w:sz w:val="24"/>
          <w:szCs w:val="24"/>
        </w:rPr>
        <w:t>поселений</w:t>
      </w:r>
      <w:r>
        <w:rPr>
          <w:color w:val="000000"/>
          <w:sz w:val="24"/>
          <w:szCs w:val="24"/>
        </w:rPr>
        <w:t>, входящих в состав м</w:t>
      </w:r>
      <w:r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>ниципального</w:t>
      </w:r>
      <w:r w:rsidRPr="00633C25">
        <w:rPr>
          <w:color w:val="000000"/>
          <w:sz w:val="24"/>
          <w:szCs w:val="24"/>
        </w:rPr>
        <w:t xml:space="preserve"> района, </w:t>
      </w:r>
      <w:r>
        <w:rPr>
          <w:color w:val="000000"/>
          <w:sz w:val="24"/>
          <w:szCs w:val="24"/>
        </w:rPr>
        <w:t xml:space="preserve">муниципальных </w:t>
      </w:r>
      <w:r w:rsidRPr="00633C25">
        <w:rPr>
          <w:color w:val="000000"/>
          <w:sz w:val="24"/>
          <w:szCs w:val="24"/>
        </w:rPr>
        <w:t>учреждений;</w:t>
      </w:r>
    </w:p>
    <w:p w:rsidR="002E7ACF" w:rsidRPr="00373751" w:rsidRDefault="002E7ACF" w:rsidP="00373751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13) </w:t>
      </w:r>
      <w:r>
        <w:rPr>
          <w:color w:val="000000"/>
          <w:sz w:val="24"/>
          <w:szCs w:val="24"/>
        </w:rPr>
        <w:t>приобретение</w:t>
      </w:r>
      <w:r w:rsidRPr="00633C25">
        <w:rPr>
          <w:color w:val="000000"/>
          <w:sz w:val="24"/>
          <w:szCs w:val="24"/>
        </w:rPr>
        <w:t xml:space="preserve"> средств вычислительной и оргтехники </w:t>
      </w:r>
      <w:r>
        <w:rPr>
          <w:color w:val="000000"/>
          <w:sz w:val="24"/>
          <w:szCs w:val="24"/>
        </w:rPr>
        <w:t xml:space="preserve">для </w:t>
      </w:r>
      <w:r w:rsidRPr="00633C25">
        <w:rPr>
          <w:color w:val="000000"/>
          <w:sz w:val="24"/>
          <w:szCs w:val="24"/>
        </w:rPr>
        <w:t xml:space="preserve">подразделений </w:t>
      </w:r>
      <w:r>
        <w:rPr>
          <w:color w:val="000000"/>
          <w:sz w:val="24"/>
          <w:szCs w:val="24"/>
        </w:rPr>
        <w:t>а</w:t>
      </w:r>
      <w:r w:rsidRPr="00633C25">
        <w:rPr>
          <w:color w:val="000000"/>
          <w:sz w:val="24"/>
          <w:szCs w:val="24"/>
        </w:rPr>
        <w:t>дмин</w:t>
      </w:r>
      <w:r w:rsidRPr="00633C25">
        <w:rPr>
          <w:color w:val="000000"/>
          <w:sz w:val="24"/>
          <w:szCs w:val="24"/>
        </w:rPr>
        <w:t>и</w:t>
      </w:r>
      <w:r w:rsidRPr="00633C25">
        <w:rPr>
          <w:color w:val="000000"/>
          <w:sz w:val="24"/>
          <w:szCs w:val="24"/>
        </w:rPr>
        <w:t>страции</w:t>
      </w:r>
      <w:r>
        <w:rPr>
          <w:color w:val="000000"/>
          <w:sz w:val="24"/>
          <w:szCs w:val="24"/>
        </w:rPr>
        <w:t xml:space="preserve"> муниципального района, обслуживание</w:t>
      </w:r>
      <w:r w:rsidRPr="00633C25">
        <w:rPr>
          <w:color w:val="000000"/>
          <w:sz w:val="24"/>
          <w:szCs w:val="24"/>
        </w:rPr>
        <w:t xml:space="preserve"> и ремонт</w:t>
      </w:r>
      <w:r w:rsidRPr="00373751">
        <w:rPr>
          <w:color w:val="000000"/>
          <w:sz w:val="24"/>
          <w:szCs w:val="24"/>
        </w:rPr>
        <w:t xml:space="preserve"> </w:t>
      </w:r>
      <w:r w:rsidRPr="00633C25">
        <w:rPr>
          <w:color w:val="000000"/>
          <w:sz w:val="24"/>
          <w:szCs w:val="24"/>
        </w:rPr>
        <w:t>средств вычислительной и оргте</w:t>
      </w:r>
      <w:r w:rsidRPr="00633C25">
        <w:rPr>
          <w:color w:val="000000"/>
          <w:sz w:val="24"/>
          <w:szCs w:val="24"/>
        </w:rPr>
        <w:t>х</w:t>
      </w:r>
      <w:r w:rsidRPr="00633C25">
        <w:rPr>
          <w:color w:val="000000"/>
          <w:sz w:val="24"/>
          <w:szCs w:val="24"/>
        </w:rPr>
        <w:t>ники</w:t>
      </w:r>
      <w:r w:rsidRPr="0037375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а</w:t>
      </w:r>
      <w:r w:rsidRPr="00633C25">
        <w:rPr>
          <w:color w:val="000000"/>
          <w:sz w:val="24"/>
          <w:szCs w:val="24"/>
        </w:rPr>
        <w:t>дминистрации</w:t>
      </w:r>
      <w:r>
        <w:rPr>
          <w:color w:val="000000"/>
          <w:sz w:val="24"/>
          <w:szCs w:val="24"/>
        </w:rPr>
        <w:t xml:space="preserve"> муниципального района,</w:t>
      </w:r>
      <w:r w:rsidRPr="00633C2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администраций </w:t>
      </w:r>
      <w:r w:rsidRPr="00633C25">
        <w:rPr>
          <w:color w:val="000000"/>
          <w:sz w:val="24"/>
          <w:szCs w:val="24"/>
        </w:rPr>
        <w:t>поселений</w:t>
      </w:r>
      <w:r>
        <w:rPr>
          <w:color w:val="000000"/>
          <w:sz w:val="24"/>
          <w:szCs w:val="24"/>
        </w:rPr>
        <w:t>, входящих в состав муниципального</w:t>
      </w:r>
      <w:r w:rsidRPr="00633C25">
        <w:rPr>
          <w:color w:val="000000"/>
          <w:sz w:val="24"/>
          <w:szCs w:val="24"/>
        </w:rPr>
        <w:t xml:space="preserve"> района, </w:t>
      </w:r>
      <w:r>
        <w:rPr>
          <w:color w:val="000000"/>
          <w:sz w:val="24"/>
          <w:szCs w:val="24"/>
        </w:rPr>
        <w:t xml:space="preserve">муниципальных </w:t>
      </w:r>
      <w:r w:rsidRPr="00633C25">
        <w:rPr>
          <w:color w:val="000000"/>
          <w:sz w:val="24"/>
          <w:szCs w:val="24"/>
        </w:rPr>
        <w:t>учреждений;</w:t>
      </w:r>
    </w:p>
    <w:p w:rsidR="002E7ACF" w:rsidRPr="00373751" w:rsidRDefault="002E7ACF" w:rsidP="00373751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14</w:t>
      </w:r>
      <w:r w:rsidRPr="00373751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внедрение и обслуживание </w:t>
      </w:r>
      <w:r w:rsidRPr="00373751">
        <w:rPr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>ы электронного документооборота;</w:t>
      </w:r>
    </w:p>
    <w:p w:rsidR="002E7ACF" w:rsidRDefault="002E7ACF" w:rsidP="00373751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</w:t>
      </w:r>
      <w:r w:rsidRPr="00373751">
        <w:rPr>
          <w:color w:val="000000"/>
          <w:sz w:val="24"/>
          <w:szCs w:val="24"/>
        </w:rPr>
        <w:t>) обеспечение бесперебойной работы электронной почты;</w:t>
      </w:r>
    </w:p>
    <w:p w:rsidR="002E7ACF" w:rsidRDefault="002E7ACF" w:rsidP="00373751">
      <w:pPr>
        <w:ind w:right="-5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16) разработка и текущее сопровождение </w:t>
      </w:r>
      <w:r>
        <w:rPr>
          <w:sz w:val="24"/>
          <w:szCs w:val="24"/>
        </w:rPr>
        <w:t>официального портала</w:t>
      </w:r>
      <w:r w:rsidRPr="00373751">
        <w:rPr>
          <w:sz w:val="24"/>
          <w:szCs w:val="24"/>
        </w:rPr>
        <w:t xml:space="preserve"> муниципального района «Шилкинский район» в информационно-телекоммуникационной сети Ин</w:t>
      </w:r>
      <w:r>
        <w:rPr>
          <w:sz w:val="24"/>
          <w:szCs w:val="24"/>
        </w:rPr>
        <w:t>тернет;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A47B78">
        <w:rPr>
          <w:sz w:val="24"/>
          <w:szCs w:val="24"/>
        </w:rPr>
        <w:t>) обеспечение исполнения переданных государственных полномочий в части, к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сающейся: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подготовки и проведения Всероссийской переписи населения;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сбора информации от поселений, входящих в состав муниципального района, необх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димой для ведения регистра муниципальных нормативных правовых актов Забайкальского края;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создания административных комиссий в Забайкальском крае;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A47B78">
        <w:rPr>
          <w:sz w:val="24"/>
          <w:szCs w:val="24"/>
        </w:rPr>
        <w:t>) иные функции в соответствии с положением об управлении делами администр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b/>
          <w:sz w:val="24"/>
          <w:szCs w:val="24"/>
        </w:rPr>
        <w:t xml:space="preserve">6. </w:t>
      </w:r>
      <w:r>
        <w:rPr>
          <w:b/>
          <w:sz w:val="24"/>
          <w:szCs w:val="24"/>
        </w:rPr>
        <w:t>Отдел</w:t>
      </w:r>
      <w:r w:rsidRPr="00A47B78">
        <w:rPr>
          <w:b/>
          <w:sz w:val="24"/>
          <w:szCs w:val="24"/>
        </w:rPr>
        <w:t xml:space="preserve"> экономического прогнозирования, мониторинга и развития админис</w:t>
      </w:r>
      <w:r w:rsidRPr="00A47B78">
        <w:rPr>
          <w:b/>
          <w:sz w:val="24"/>
          <w:szCs w:val="24"/>
        </w:rPr>
        <w:t>т</w:t>
      </w:r>
      <w:r w:rsidRPr="00A47B78">
        <w:rPr>
          <w:b/>
          <w:sz w:val="24"/>
          <w:szCs w:val="24"/>
        </w:rPr>
        <w:t>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Функции, выполняемые </w:t>
      </w:r>
      <w:r>
        <w:rPr>
          <w:sz w:val="24"/>
          <w:szCs w:val="24"/>
        </w:rPr>
        <w:t>отделом</w:t>
      </w:r>
      <w:r w:rsidRPr="00A47B78">
        <w:rPr>
          <w:sz w:val="24"/>
          <w:szCs w:val="24"/>
        </w:rPr>
        <w:t xml:space="preserve"> экономического прогнозирования, мониторинга и развития: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1) обеспечение </w:t>
      </w:r>
      <w:r>
        <w:rPr>
          <w:sz w:val="24"/>
          <w:szCs w:val="24"/>
        </w:rPr>
        <w:t>организации вопросов стратегического планирования социально - эк</w:t>
      </w:r>
      <w:r>
        <w:rPr>
          <w:sz w:val="24"/>
          <w:szCs w:val="24"/>
        </w:rPr>
        <w:t>о</w:t>
      </w:r>
      <w:r>
        <w:rPr>
          <w:sz w:val="24"/>
          <w:szCs w:val="24"/>
        </w:rPr>
        <w:t>номического развития муниципального района</w:t>
      </w:r>
      <w:r w:rsidRPr="00A47B78">
        <w:rPr>
          <w:sz w:val="24"/>
          <w:szCs w:val="24"/>
        </w:rPr>
        <w:t>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реализации Указа Президента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7B78">
        <w:rPr>
          <w:sz w:val="24"/>
          <w:szCs w:val="24"/>
        </w:rPr>
        <w:t>)</w:t>
      </w:r>
      <w:r>
        <w:rPr>
          <w:sz w:val="24"/>
          <w:szCs w:val="24"/>
        </w:rPr>
        <w:t xml:space="preserve"> участие в </w:t>
      </w:r>
      <w:r w:rsidRPr="00A47B78">
        <w:rPr>
          <w:sz w:val="24"/>
          <w:szCs w:val="24"/>
        </w:rPr>
        <w:t xml:space="preserve"> обеспечен</w:t>
      </w:r>
      <w:r>
        <w:rPr>
          <w:sz w:val="24"/>
          <w:szCs w:val="24"/>
        </w:rPr>
        <w:t>ии</w:t>
      </w:r>
      <w:r w:rsidRPr="00A47B78">
        <w:rPr>
          <w:sz w:val="24"/>
          <w:szCs w:val="24"/>
        </w:rPr>
        <w:t xml:space="preserve"> создания условий для обеспечения поселений, входящих в состав муниципального района, общественного питания, торговли и бытового обслуживания;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47B78">
        <w:rPr>
          <w:sz w:val="24"/>
          <w:szCs w:val="24"/>
        </w:rPr>
        <w:t>) обеспечение содействия развитию малого и среднего предпринимательства;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47B78">
        <w:rPr>
          <w:sz w:val="24"/>
          <w:szCs w:val="24"/>
        </w:rPr>
        <w:t>) мониторинг социально-экономического развития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47B78">
        <w:rPr>
          <w:sz w:val="24"/>
          <w:szCs w:val="24"/>
        </w:rPr>
        <w:t>) обеспечение осуществления международных и внешнеэкономических связей в с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ответствии с федеральными законами;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47B78">
        <w:rPr>
          <w:sz w:val="24"/>
          <w:szCs w:val="24"/>
        </w:rPr>
        <w:t>) обеспечение координации деятельности органов местного самоуправления при ре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лизации проектов муниципально - частного партнерства;</w:t>
      </w:r>
    </w:p>
    <w:p w:rsidR="002E7ACF" w:rsidRPr="00A47B78" w:rsidRDefault="002E7ACF" w:rsidP="00271CD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A47B78">
        <w:rPr>
          <w:sz w:val="24"/>
          <w:szCs w:val="24"/>
        </w:rPr>
        <w:t>) осуществление методического сопровождения деятельности органов местного с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моуправления муниципального района в сфере закупок товаров, работ, услуг для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пальных нужд, является уполномоченным органом на определение поставщиков;</w:t>
      </w:r>
    </w:p>
    <w:p w:rsidR="002E7ACF" w:rsidRPr="00A47B78" w:rsidRDefault="002E7ACF" w:rsidP="00271CD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A47B78">
        <w:rPr>
          <w:sz w:val="24"/>
          <w:szCs w:val="24"/>
        </w:rPr>
        <w:t>) обеспечение организации деятельности органов местного самоуправления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 в сфере  муниципальных услуг;</w:t>
      </w:r>
    </w:p>
    <w:p w:rsidR="002E7ACF" w:rsidRPr="00A47B78" w:rsidRDefault="002E7ACF" w:rsidP="00271CD8">
      <w:pPr>
        <w:tabs>
          <w:tab w:val="left" w:pos="9637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A47B78">
        <w:rPr>
          <w:sz w:val="24"/>
          <w:szCs w:val="24"/>
        </w:rPr>
        <w:t>) проведение оценки регулирующего воздействия нормативных правовых актов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ниципального района, устанавливающих новые или изменяющие ранее предусмотренные нормативными правовыми актами муниципального района обязанности для субъектов пре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принимательской и инвестиционной деятельности;</w:t>
      </w:r>
    </w:p>
    <w:p w:rsidR="002E7ACF" w:rsidRPr="00A47B78" w:rsidRDefault="002E7ACF" w:rsidP="00271CD8">
      <w:pPr>
        <w:tabs>
          <w:tab w:val="left" w:pos="-142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A47B78">
        <w:rPr>
          <w:sz w:val="24"/>
          <w:szCs w:val="24"/>
        </w:rPr>
        <w:t>) обеспечение размещения отчётной информации о контрольных мероприятиях в отношении юридических лиц и индивидуальных мероприятий, согласно полномочиям орг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нов местного самоуправления  в ГАСУ «Управление»;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A47B78">
        <w:rPr>
          <w:sz w:val="24"/>
          <w:szCs w:val="24"/>
        </w:rPr>
        <w:t xml:space="preserve">) иные функции в соответствии с положением об </w:t>
      </w:r>
      <w:r>
        <w:rPr>
          <w:sz w:val="24"/>
          <w:szCs w:val="24"/>
        </w:rPr>
        <w:t>отделе</w:t>
      </w:r>
      <w:r w:rsidRPr="00A47B78">
        <w:rPr>
          <w:sz w:val="24"/>
          <w:szCs w:val="24"/>
        </w:rPr>
        <w:t xml:space="preserve"> экономического прогноз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рования, мониторинга и развития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sz w:val="24"/>
          <w:szCs w:val="24"/>
        </w:rPr>
        <w:t xml:space="preserve"> </w:t>
      </w:r>
      <w:r w:rsidRPr="00A47B78">
        <w:rPr>
          <w:b/>
          <w:sz w:val="24"/>
          <w:szCs w:val="24"/>
        </w:rPr>
        <w:t>7. Комитет по управлению имуществом и земельным отношениям муниципал</w:t>
      </w:r>
      <w:r w:rsidRPr="00A47B78">
        <w:rPr>
          <w:b/>
          <w:sz w:val="24"/>
          <w:szCs w:val="24"/>
        </w:rPr>
        <w:t>ь</w:t>
      </w:r>
      <w:r w:rsidRPr="00A47B78">
        <w:rPr>
          <w:b/>
          <w:sz w:val="24"/>
          <w:szCs w:val="24"/>
        </w:rPr>
        <w:t>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по управлению имуществом и земельным отн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шениям: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владения, пользования и распоряжения имуществом, находящимся в муниципальной собственности муниципального района;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организация и участие в соответствии с Федеральным законом от 24 июля 2007 г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да № 221-ФЗ «О государственном кадастре недвижимости» в выполнении комплексных к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дастровых работ и утверждении карты-плана территории;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участие и организация программ по земельным и имущественным отношениям;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47B78">
        <w:rPr>
          <w:sz w:val="24"/>
          <w:szCs w:val="24"/>
        </w:rPr>
        <w:t>) учет и ведение реестра муниципальной собственности муниципального района, в том числе муниципального имущества казны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47B78">
        <w:rPr>
          <w:sz w:val="24"/>
          <w:szCs w:val="24"/>
        </w:rPr>
        <w:t>)  управление и распоряжение земельными участками, находящимися в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ной собственности муниципального района, а также земельными участками в случаях, пр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дусмотренных федеральными и краевыми законами;</w:t>
      </w:r>
    </w:p>
    <w:p w:rsidR="002E7ACF" w:rsidRPr="00A47B78" w:rsidRDefault="002E7ACF" w:rsidP="00AA7D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47B78">
        <w:rPr>
          <w:sz w:val="24"/>
          <w:szCs w:val="24"/>
        </w:rPr>
        <w:t>) организация торгов по продаже находящихся в собственности муниципального района муниципального имущества и земельных участков или права на заключение догов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ров аренды муниципального имущества и земельных участков;</w:t>
      </w:r>
    </w:p>
    <w:p w:rsidR="002E7ACF" w:rsidRPr="00A47B78" w:rsidRDefault="002E7ACF" w:rsidP="00AA7D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47B78">
        <w:rPr>
          <w:sz w:val="24"/>
          <w:szCs w:val="24"/>
        </w:rPr>
        <w:t>) резер</w:t>
      </w:r>
      <w:r>
        <w:rPr>
          <w:sz w:val="24"/>
          <w:szCs w:val="24"/>
        </w:rPr>
        <w:t>вирование и изъятие</w:t>
      </w:r>
      <w:r w:rsidRPr="00A47B78">
        <w:rPr>
          <w:sz w:val="24"/>
          <w:szCs w:val="24"/>
        </w:rPr>
        <w:t xml:space="preserve"> земельных участков в границах муниципального района для муниципальных нужд; </w:t>
      </w:r>
    </w:p>
    <w:p w:rsidR="002E7ACF" w:rsidRPr="00A47B78" w:rsidRDefault="002E7ACF" w:rsidP="00AA7D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A47B78">
        <w:rPr>
          <w:sz w:val="24"/>
          <w:szCs w:val="24"/>
        </w:rPr>
        <w:t>) осуществление муниципального земельного контроля в границах поселений, вх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дящих в состав муниципального района;</w:t>
      </w:r>
    </w:p>
    <w:p w:rsidR="002E7ACF" w:rsidRPr="00A47B78" w:rsidRDefault="002E7ACF" w:rsidP="00AA7D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9) предоставление</w:t>
      </w:r>
      <w:r w:rsidRPr="00A47B78">
        <w:rPr>
          <w:sz w:val="24"/>
          <w:szCs w:val="24"/>
        </w:rPr>
        <w:t xml:space="preserve"> мест для размещения рекламных конструкций;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A47B78">
        <w:rPr>
          <w:sz w:val="24"/>
          <w:szCs w:val="24"/>
        </w:rPr>
        <w:t>) является главным администратором доходов бюджета муниципального района по неналоговым доходам от продажи и использования муниципального имущества и земельных участков;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A47B78">
        <w:rPr>
          <w:sz w:val="24"/>
          <w:szCs w:val="24"/>
        </w:rPr>
        <w:t xml:space="preserve">) </w:t>
      </w:r>
      <w:r>
        <w:rPr>
          <w:sz w:val="24"/>
          <w:szCs w:val="24"/>
        </w:rPr>
        <w:t>контроль за внесением адресных объектов в Федеральную информационную а</w:t>
      </w:r>
      <w:r>
        <w:rPr>
          <w:sz w:val="24"/>
          <w:szCs w:val="24"/>
        </w:rPr>
        <w:t>д</w:t>
      </w:r>
      <w:r>
        <w:rPr>
          <w:sz w:val="24"/>
          <w:szCs w:val="24"/>
        </w:rPr>
        <w:t>ресную систему;</w:t>
      </w:r>
    </w:p>
    <w:p w:rsidR="002E7ACF" w:rsidRPr="00A47B78" w:rsidRDefault="002E7ACF" w:rsidP="009E003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12) </w:t>
      </w:r>
      <w:r w:rsidRPr="00A47B78">
        <w:rPr>
          <w:sz w:val="24"/>
          <w:szCs w:val="24"/>
        </w:rPr>
        <w:t>иные функции в соответствии с положением о комитете по управлению имущес</w:t>
      </w:r>
      <w:r w:rsidRPr="00A47B78">
        <w:rPr>
          <w:sz w:val="24"/>
          <w:szCs w:val="24"/>
        </w:rPr>
        <w:t>т</w:t>
      </w:r>
      <w:r w:rsidRPr="00A47B78">
        <w:rPr>
          <w:sz w:val="24"/>
          <w:szCs w:val="24"/>
        </w:rPr>
        <w:t>вом и земельным отношениям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 xml:space="preserve">8. Управление </w:t>
      </w:r>
      <w:r>
        <w:rPr>
          <w:b/>
          <w:sz w:val="24"/>
          <w:szCs w:val="24"/>
        </w:rPr>
        <w:t>инвестиционной политики и развития инфраструктуры</w:t>
      </w:r>
      <w:r w:rsidRPr="00A47B78">
        <w:rPr>
          <w:b/>
          <w:sz w:val="24"/>
          <w:szCs w:val="24"/>
        </w:rPr>
        <w:t xml:space="preserve"> админ</w:t>
      </w:r>
      <w:r w:rsidRPr="00A47B78">
        <w:rPr>
          <w:b/>
          <w:sz w:val="24"/>
          <w:szCs w:val="24"/>
        </w:rPr>
        <w:t>и</w:t>
      </w:r>
      <w:r w:rsidRPr="00A47B78">
        <w:rPr>
          <w:b/>
          <w:sz w:val="24"/>
          <w:szCs w:val="24"/>
        </w:rPr>
        <w:t>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Функции, выполняемые управлением </w:t>
      </w:r>
      <w:r w:rsidRPr="00594F00">
        <w:rPr>
          <w:sz w:val="24"/>
          <w:szCs w:val="24"/>
        </w:rPr>
        <w:t>инвестиционной политики и развития инфр</w:t>
      </w:r>
      <w:r w:rsidRPr="00594F00">
        <w:rPr>
          <w:sz w:val="24"/>
          <w:szCs w:val="24"/>
        </w:rPr>
        <w:t>а</w:t>
      </w:r>
      <w:r w:rsidRPr="00594F00">
        <w:rPr>
          <w:sz w:val="24"/>
          <w:szCs w:val="24"/>
        </w:rPr>
        <w:t>структуры администрации муниципального района «Шилкинский район»</w:t>
      </w:r>
      <w:r w:rsidRPr="00A47B78">
        <w:rPr>
          <w:sz w:val="24"/>
          <w:szCs w:val="24"/>
        </w:rPr>
        <w:t>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участие в установлении тарифов на услуги, предоставляемые муниципальными предприятиями и учреждениями, и работы, выполняемые муниципальными предприятиями и учреждениями</w:t>
      </w:r>
      <w:r>
        <w:rPr>
          <w:sz w:val="24"/>
          <w:szCs w:val="24"/>
        </w:rPr>
        <w:t xml:space="preserve"> района</w:t>
      </w:r>
      <w:r w:rsidRPr="00A47B78">
        <w:rPr>
          <w:sz w:val="24"/>
          <w:szCs w:val="24"/>
        </w:rPr>
        <w:t>, если иное не предусмотрено федеральными законами;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в границах муниципального района электро- и газосна</w:t>
      </w:r>
      <w:r w:rsidRPr="00A47B78">
        <w:rPr>
          <w:sz w:val="24"/>
          <w:szCs w:val="24"/>
        </w:rPr>
        <w:t>б</w:t>
      </w:r>
      <w:r w:rsidRPr="00A47B78">
        <w:rPr>
          <w:sz w:val="24"/>
          <w:szCs w:val="24"/>
        </w:rPr>
        <w:t>жения поселений, входящих в состав муниципального района, организации в границах пос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лений, входящих в состав муниципального района, электро-, тепло-, газо- и водоснабжения населения, водоотведения, снабжения населения топливом в пределах полномочий, устано</w:t>
      </w:r>
      <w:r w:rsidRPr="00A47B78">
        <w:rPr>
          <w:sz w:val="24"/>
          <w:szCs w:val="24"/>
        </w:rPr>
        <w:t>в</w:t>
      </w:r>
      <w:r w:rsidRPr="00A47B78">
        <w:rPr>
          <w:sz w:val="24"/>
          <w:szCs w:val="24"/>
        </w:rPr>
        <w:t>ленных законодательством Российской Федерации;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участие в разработке программ комплексного развития систем коммунальной и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фраструктуры поселений, входящих в состав муниципального района, программ комплек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ного развития транспортной инфраструктуры поселений входящих в состав муниципального района, программ комплексного развития социальной инфраструктуры поселений, входящих в состав муниципального района, требования к которым устанавливаются Правительством Российской Федерации;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участие в подготовке и реализации муниципальных программ в области энерг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снабжения и повышения энергетической эффективности,</w:t>
      </w:r>
      <w:r>
        <w:rPr>
          <w:sz w:val="24"/>
          <w:szCs w:val="24"/>
        </w:rPr>
        <w:t xml:space="preserve"> участие в</w:t>
      </w:r>
      <w:r w:rsidRPr="00A47B78">
        <w:rPr>
          <w:sz w:val="24"/>
          <w:szCs w:val="24"/>
        </w:rPr>
        <w:t xml:space="preserve"> организации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района, организации и пров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дении иных мероприятий, предусмотренных законодательством об энергосбережении и о повышении энергетической эффективности;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участие и организация программ модернизации и реформирования жилищно - ко</w:t>
      </w:r>
      <w:r>
        <w:rPr>
          <w:sz w:val="24"/>
          <w:szCs w:val="24"/>
        </w:rPr>
        <w:t>м</w:t>
      </w:r>
      <w:r>
        <w:rPr>
          <w:sz w:val="24"/>
          <w:szCs w:val="24"/>
        </w:rPr>
        <w:t>мунального хозяйства, модернизации и развития  автомобильных дорог,  развития стро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тельства.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47B78">
        <w:rPr>
          <w:sz w:val="24"/>
          <w:szCs w:val="24"/>
        </w:rPr>
        <w:t>) обеспечение дорожной деятельности в отношении автомобильных дорог местного значения в границах населенных пунктов поселений, входящих в состав муниципального района, вне границ населенных пунктов в границах муниципального района, осуществления муниципального контроля за сохранностью автомобильных дорог местного значения вне границ населенных пунктов в границах муниципального района, и участие в обеспечении безопасности дорожного движения на них, включая создание и обеспечение функциониров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ния парковок (парковочных мест), осуществление муниципального контроля за сохранн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стью автомобильных дорог местного значения в границах населенных пунктов поселений, входящих в состав муниципального района, а также обеспечение осуществления иных по</w:t>
      </w:r>
      <w:r w:rsidRPr="00A47B78">
        <w:rPr>
          <w:sz w:val="24"/>
          <w:szCs w:val="24"/>
        </w:rPr>
        <w:t>л</w:t>
      </w:r>
      <w:r w:rsidRPr="00A47B78">
        <w:rPr>
          <w:sz w:val="24"/>
          <w:szCs w:val="24"/>
        </w:rPr>
        <w:t>номочий в области использования автомобильных дорог и осуществления дорожной де</w:t>
      </w:r>
      <w:r w:rsidRPr="00A47B78">
        <w:rPr>
          <w:sz w:val="24"/>
          <w:szCs w:val="24"/>
        </w:rPr>
        <w:t>я</w:t>
      </w:r>
      <w:r w:rsidRPr="00A47B78">
        <w:rPr>
          <w:sz w:val="24"/>
          <w:szCs w:val="24"/>
        </w:rPr>
        <w:t>тельности в соответствии с законодательством Российской Федерации;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47B78">
        <w:rPr>
          <w:sz w:val="24"/>
          <w:szCs w:val="24"/>
        </w:rPr>
        <w:t>) обеспечение создания условий для предоставления транспортных услуг населению и организации транспортного обслуживания населения в границах поселений, входящих в состав муниципального района, между поселениями в границах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A47B78">
        <w:rPr>
          <w:sz w:val="24"/>
          <w:szCs w:val="24"/>
        </w:rPr>
        <w:t>) обеспечение утверждения схем территориального планирования муниципального района</w:t>
      </w:r>
      <w:r>
        <w:rPr>
          <w:sz w:val="24"/>
          <w:szCs w:val="24"/>
        </w:rPr>
        <w:t xml:space="preserve"> и внесения изменений</w:t>
      </w:r>
      <w:r w:rsidRPr="00A47B78">
        <w:rPr>
          <w:sz w:val="24"/>
          <w:szCs w:val="24"/>
        </w:rPr>
        <w:t>, утверждения подготовленной на основе схемы территориал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планирования муниципального района документации по планировке территории, вед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ния информационной системы обеспечения градостроительной деятельности, осуществля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 xml:space="preserve">мой на территории муниципального района, 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A47B78">
        <w:rPr>
          <w:sz w:val="24"/>
          <w:szCs w:val="24"/>
        </w:rPr>
        <w:t>) обеспечение утверждения генеральных планов поселений, входящих в состав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ниципального района, правил землепользования и застройки, утверждения подготовленной на основе генеральных планов поселений, входящих в состав муниципального района, док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ментации по планировке территории, выдачи разрешений на строительство (за исключением случаев, предусмотренных Градостроительным кодексом Российской Федерации, иными ф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деральными</w:t>
      </w:r>
      <w:r>
        <w:t xml:space="preserve"> </w:t>
      </w:r>
      <w:r w:rsidRPr="00A47B78">
        <w:rPr>
          <w:sz w:val="24"/>
          <w:szCs w:val="24"/>
        </w:rPr>
        <w:t>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ритории поселений, входящих в состав муниципального района, утверждения местных но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мативов градостроительного проектирования поселений, входящих в состав муниципального района, участие в осуществлении в случаях, предусмотренных Градостроительным кодексом Российской Федерации, осмотров зданий, сооружений и выдачи рекомендаций об устран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нии выявленных в ходе таких осмотров нарушений</w:t>
      </w:r>
      <w:r>
        <w:rPr>
          <w:sz w:val="24"/>
          <w:szCs w:val="24"/>
        </w:rPr>
        <w:t>, выдачи градостроительных планов з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мельных участков</w:t>
      </w:r>
      <w:r w:rsidRPr="00A47B78">
        <w:rPr>
          <w:sz w:val="24"/>
          <w:szCs w:val="24"/>
        </w:rPr>
        <w:t>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A47B78">
        <w:rPr>
          <w:sz w:val="24"/>
          <w:szCs w:val="24"/>
        </w:rPr>
        <w:t xml:space="preserve">) </w:t>
      </w:r>
      <w:r w:rsidRPr="003F5EB5">
        <w:rPr>
          <w:sz w:val="24"/>
          <w:szCs w:val="24"/>
        </w:rPr>
        <w:t>обеспечение утверждения схемы размещения рекламных конструкций, выдачи разрешений на установку и эксплуатацию рекламных конструкций на территории муниц</w:t>
      </w:r>
      <w:r w:rsidRPr="003F5EB5">
        <w:rPr>
          <w:sz w:val="24"/>
          <w:szCs w:val="24"/>
        </w:rPr>
        <w:t>и</w:t>
      </w:r>
      <w:r w:rsidRPr="003F5EB5">
        <w:rPr>
          <w:sz w:val="24"/>
          <w:szCs w:val="24"/>
        </w:rPr>
        <w:t>пального района, аннулирования таких разрешений, выдачи предписаний о демонтаже сам</w:t>
      </w:r>
      <w:r w:rsidRPr="003F5EB5">
        <w:rPr>
          <w:sz w:val="24"/>
          <w:szCs w:val="24"/>
        </w:rPr>
        <w:t>о</w:t>
      </w:r>
      <w:r w:rsidRPr="003F5EB5">
        <w:rPr>
          <w:sz w:val="24"/>
          <w:szCs w:val="24"/>
        </w:rPr>
        <w:t>вольно установленных рекламных конструкций на территории муниципального района, осуществляемые в соответствии с Федеральным законом от 13 марта 2006 года № 38-ФЗ «О рекламе»;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A47B78">
        <w:rPr>
          <w:sz w:val="24"/>
          <w:szCs w:val="24"/>
        </w:rPr>
        <w:t>) обеспечение участия в организации деятельности по сбору, транспортированию, обработке, утилизации, обезвреживанию, захоронению твердых коммунальных отходов на территории муниципального района и поселений, входящих в состав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A47B78">
        <w:rPr>
          <w:sz w:val="24"/>
          <w:szCs w:val="24"/>
        </w:rPr>
        <w:t xml:space="preserve">) </w:t>
      </w:r>
      <w:r>
        <w:rPr>
          <w:sz w:val="24"/>
          <w:szCs w:val="24"/>
        </w:rPr>
        <w:t>с</w:t>
      </w:r>
      <w:r w:rsidRPr="00A47B78">
        <w:rPr>
          <w:sz w:val="24"/>
          <w:szCs w:val="24"/>
        </w:rPr>
        <w:t>одержания на территории муниципального района межпоселенческих мест зах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ронения, организации ритуальных услуг;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Pr="00A47B78">
        <w:rPr>
          <w:sz w:val="24"/>
          <w:szCs w:val="24"/>
        </w:rPr>
        <w:t>) мониторинг финансово-хозяйственной деятельности предприятий ЖКХ, расчетов за топливо-энергетические ресурсы;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A47B78">
        <w:rPr>
          <w:sz w:val="24"/>
          <w:szCs w:val="24"/>
        </w:rPr>
        <w:t>) иные функции в соответствии с положением об управлени</w:t>
      </w:r>
      <w:r>
        <w:rPr>
          <w:sz w:val="24"/>
          <w:szCs w:val="24"/>
        </w:rPr>
        <w:t>и</w:t>
      </w:r>
      <w:r w:rsidRPr="00A47B78">
        <w:rPr>
          <w:sz w:val="24"/>
          <w:szCs w:val="24"/>
        </w:rPr>
        <w:t xml:space="preserve"> </w:t>
      </w:r>
      <w:r w:rsidRPr="00594F00">
        <w:rPr>
          <w:sz w:val="24"/>
          <w:szCs w:val="24"/>
        </w:rPr>
        <w:t>инвестиционной п</w:t>
      </w:r>
      <w:r w:rsidRPr="00594F00">
        <w:rPr>
          <w:sz w:val="24"/>
          <w:szCs w:val="24"/>
        </w:rPr>
        <w:t>о</w:t>
      </w:r>
      <w:r w:rsidRPr="00594F00">
        <w:rPr>
          <w:sz w:val="24"/>
          <w:szCs w:val="24"/>
        </w:rPr>
        <w:t>литики и развития инфраструктуры администрации муниципального района «Шилкинский район»</w:t>
      </w:r>
      <w:r>
        <w:rPr>
          <w:sz w:val="24"/>
          <w:szCs w:val="24"/>
        </w:rPr>
        <w:t>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9. Комитет образования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Функции, выполняемые Комитетом образования А</w:t>
      </w:r>
      <w:r w:rsidRPr="00A47B78">
        <w:rPr>
          <w:sz w:val="24"/>
          <w:szCs w:val="24"/>
        </w:rPr>
        <w:t>дминистрации муниципального района «Шилкинский район»: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</w:t>
      </w:r>
      <w:r>
        <w:rPr>
          <w:sz w:val="24"/>
          <w:szCs w:val="24"/>
        </w:rPr>
        <w:t xml:space="preserve"> организация</w:t>
      </w:r>
      <w:r w:rsidRPr="00A47B78">
        <w:rPr>
          <w:sz w:val="24"/>
          <w:szCs w:val="24"/>
        </w:rPr>
        <w:t xml:space="preserve"> предоставления общедоступного и бесплатного дошкольного, начал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общего, основного общего, среднего общего образования по основным общеобразов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грамм в соответствии с федеральными государственными образовательными стандартами);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организация</w:t>
      </w:r>
      <w:r w:rsidRPr="00A47B78">
        <w:rPr>
          <w:sz w:val="24"/>
          <w:szCs w:val="24"/>
        </w:rPr>
        <w:t xml:space="preserve"> предоставления дополнительного образования детей в муниципальных образовательных организациях (за исключением дополнительного образования детей, ф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нансовое обеспечение которого осуществляется органами государственной власти субъекта Российской Федерации);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3) </w:t>
      </w:r>
      <w:r>
        <w:rPr>
          <w:sz w:val="24"/>
          <w:szCs w:val="24"/>
        </w:rPr>
        <w:t>создание</w:t>
      </w:r>
      <w:r w:rsidRPr="00A47B78">
        <w:rPr>
          <w:sz w:val="24"/>
          <w:szCs w:val="24"/>
        </w:rPr>
        <w:t xml:space="preserve"> условий для осуществления присмотра и ухода за детьми, содержания д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тей в муниципальных образовательных организациях</w:t>
      </w:r>
      <w:r>
        <w:rPr>
          <w:sz w:val="24"/>
          <w:szCs w:val="24"/>
        </w:rPr>
        <w:t>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организация отдыха детей в каникулярное время;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47B78">
        <w:rPr>
          <w:sz w:val="24"/>
          <w:szCs w:val="24"/>
        </w:rPr>
        <w:t>) обеспечение исполнения переданных государственных полномочий в части, к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сающейся:</w:t>
      </w:r>
    </w:p>
    <w:p w:rsidR="002E7ACF" w:rsidRPr="00A47B78" w:rsidRDefault="002E7ACF" w:rsidP="003E05E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предоставления</w:t>
      </w:r>
      <w:r w:rsidRPr="00A47B78">
        <w:rPr>
          <w:sz w:val="24"/>
          <w:szCs w:val="24"/>
        </w:rPr>
        <w:t xml:space="preserve"> компенсации затрат родителей (законных представителей) детей-инвалидов на обучение по основным общеобразовательным программам на дому;</w:t>
      </w:r>
    </w:p>
    <w:p w:rsidR="002E7ACF" w:rsidRPr="00A47B78" w:rsidRDefault="002E7ACF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осуществления деятельности по опеке и попечительству над несовершеннолетними;</w:t>
      </w:r>
    </w:p>
    <w:p w:rsidR="002E7ACF" w:rsidRPr="00A47B78" w:rsidRDefault="002E7ACF" w:rsidP="003E05E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организации </w:t>
      </w:r>
      <w:r w:rsidRPr="00A47B78">
        <w:rPr>
          <w:sz w:val="24"/>
          <w:szCs w:val="24"/>
        </w:rPr>
        <w:t>обеспечения бесплатным питанием детей из мало</w:t>
      </w:r>
      <w:r>
        <w:rPr>
          <w:sz w:val="24"/>
          <w:szCs w:val="24"/>
        </w:rPr>
        <w:t>обеспеченных</w:t>
      </w:r>
      <w:r w:rsidRPr="00A47B78">
        <w:rPr>
          <w:sz w:val="24"/>
          <w:szCs w:val="24"/>
        </w:rPr>
        <w:t xml:space="preserve"> семей, обучающихся в муниципальных образовательных </w:t>
      </w:r>
      <w:r w:rsidRPr="00373751">
        <w:rPr>
          <w:sz w:val="24"/>
          <w:szCs w:val="24"/>
        </w:rPr>
        <w:t>учреждениях</w:t>
      </w:r>
      <w:r w:rsidRPr="00A47B78">
        <w:rPr>
          <w:sz w:val="24"/>
          <w:szCs w:val="24"/>
        </w:rPr>
        <w:t xml:space="preserve"> </w:t>
      </w:r>
      <w:r>
        <w:rPr>
          <w:sz w:val="24"/>
          <w:szCs w:val="24"/>
        </w:rPr>
        <w:t>за счет ассигнований бюдж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та </w:t>
      </w:r>
      <w:r w:rsidRPr="00A47B78">
        <w:rPr>
          <w:sz w:val="24"/>
          <w:szCs w:val="24"/>
        </w:rPr>
        <w:t>Забайкальского края;</w:t>
      </w:r>
    </w:p>
    <w:p w:rsidR="002E7ACF" w:rsidRPr="00A47B78" w:rsidRDefault="002E7ACF" w:rsidP="003E05E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предоставления компенсации части платы, взимаемой с родителей (законных пре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ставителей) за присмотр и уход за детьми, осваивающими образовательные программы д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школьного образования в образовательных организациях;</w:t>
      </w:r>
    </w:p>
    <w:p w:rsidR="002E7ACF" w:rsidRPr="00A47B78" w:rsidRDefault="002E7ACF" w:rsidP="003E05E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47B78">
        <w:rPr>
          <w:sz w:val="24"/>
          <w:szCs w:val="24"/>
        </w:rPr>
        <w:t>)</w:t>
      </w:r>
      <w:r>
        <w:rPr>
          <w:sz w:val="24"/>
          <w:szCs w:val="24"/>
        </w:rPr>
        <w:t xml:space="preserve"> иные функции в соответствии с Положением о К</w:t>
      </w:r>
      <w:r w:rsidRPr="00A47B78">
        <w:rPr>
          <w:sz w:val="24"/>
          <w:szCs w:val="24"/>
        </w:rPr>
        <w:t>омитет</w:t>
      </w:r>
      <w:r>
        <w:rPr>
          <w:sz w:val="24"/>
          <w:szCs w:val="24"/>
        </w:rPr>
        <w:t>е образования А</w:t>
      </w:r>
      <w:r w:rsidRPr="00A47B78">
        <w:rPr>
          <w:sz w:val="24"/>
          <w:szCs w:val="24"/>
        </w:rPr>
        <w:t>дминистр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10. Комитет культуры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культуры администрации муниципального района «Шилкинский район»: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1) </w:t>
      </w:r>
      <w:r>
        <w:rPr>
          <w:sz w:val="24"/>
          <w:szCs w:val="24"/>
        </w:rPr>
        <w:t>организация</w:t>
      </w:r>
      <w:r w:rsidRPr="00A47B78">
        <w:rPr>
          <w:sz w:val="24"/>
          <w:szCs w:val="24"/>
        </w:rPr>
        <w:t xml:space="preserve"> библиотечного обслуживания населения, в том числе межпоселенч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скими библиотеками, комплектование и обеспечение сохранности их библиотечных фондов, в том числе библиотечных фондов библиотек поселений, входящих в состав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2)  </w:t>
      </w:r>
      <w:r>
        <w:rPr>
          <w:sz w:val="24"/>
          <w:szCs w:val="24"/>
        </w:rPr>
        <w:t>обеспечение</w:t>
      </w:r>
      <w:r w:rsidRPr="00A47B78">
        <w:rPr>
          <w:sz w:val="24"/>
          <w:szCs w:val="24"/>
        </w:rPr>
        <w:t xml:space="preserve"> поселений, входящих в состав муниципального района, услугами по организации досуга и услугами организаций культуры;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обеспечение создания условий для развития местного традиционного народного художественного творчества в поселениях, входящих в состав муниципального района, уч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стия в сохранении, возрождении и развитии народных художественных промыслов в посел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ниях, входящих в состав муниципального района;</w:t>
      </w:r>
    </w:p>
    <w:p w:rsidR="002E7ACF" w:rsidRPr="00A47B78" w:rsidRDefault="002E7ACF" w:rsidP="008059A9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4) иные функции в соответствии с положением о комитете </w:t>
      </w:r>
      <w:r>
        <w:rPr>
          <w:sz w:val="24"/>
          <w:szCs w:val="24"/>
        </w:rPr>
        <w:t>культуры</w:t>
      </w:r>
      <w:r w:rsidRPr="00A47B78">
        <w:rPr>
          <w:sz w:val="24"/>
          <w:szCs w:val="24"/>
        </w:rPr>
        <w:t xml:space="preserve">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11. Отдел развития сельского хозяйства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развития сельского хозяйства администрации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 «Шилкинский район»: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создания условий для развития сельскохозяйственного производства в поселениях, входящих в состав муниципального района, расширения рынка сельскохозяйс</w:t>
      </w:r>
      <w:r w:rsidRPr="00A47B78">
        <w:rPr>
          <w:sz w:val="24"/>
          <w:szCs w:val="24"/>
        </w:rPr>
        <w:t>т</w:t>
      </w:r>
      <w:r w:rsidRPr="00A47B78">
        <w:rPr>
          <w:sz w:val="24"/>
          <w:szCs w:val="24"/>
        </w:rPr>
        <w:t>венной продукции, сырья и продовольствия;</w:t>
      </w:r>
    </w:p>
    <w:p w:rsidR="002E7ACF" w:rsidRPr="00436A2D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436A2D">
        <w:t xml:space="preserve"> </w:t>
      </w:r>
      <w:r>
        <w:rPr>
          <w:sz w:val="24"/>
          <w:szCs w:val="24"/>
        </w:rPr>
        <w:t>участие и организация</w:t>
      </w:r>
      <w:r>
        <w:t xml:space="preserve"> </w:t>
      </w:r>
      <w:r w:rsidRPr="00FB604A">
        <w:rPr>
          <w:sz w:val="24"/>
          <w:szCs w:val="24"/>
        </w:rPr>
        <w:t>муниципальных, целевых</w:t>
      </w:r>
      <w:r>
        <w:t xml:space="preserve"> </w:t>
      </w:r>
      <w:r>
        <w:rPr>
          <w:sz w:val="24"/>
          <w:szCs w:val="24"/>
        </w:rPr>
        <w:t>программ</w:t>
      </w:r>
      <w:r w:rsidRPr="00436A2D">
        <w:rPr>
          <w:sz w:val="24"/>
          <w:szCs w:val="24"/>
        </w:rPr>
        <w:t xml:space="preserve"> развития сельского х</w:t>
      </w:r>
      <w:r w:rsidRPr="00436A2D">
        <w:rPr>
          <w:sz w:val="24"/>
          <w:szCs w:val="24"/>
        </w:rPr>
        <w:t>о</w:t>
      </w:r>
      <w:r w:rsidRPr="00436A2D">
        <w:rPr>
          <w:sz w:val="24"/>
          <w:szCs w:val="24"/>
        </w:rPr>
        <w:t>зяйства и регулирования рынков сельскохозяйственной продукции, сырья и продовольствия</w:t>
      </w:r>
      <w:r>
        <w:rPr>
          <w:sz w:val="24"/>
          <w:szCs w:val="24"/>
        </w:rPr>
        <w:t>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7B78">
        <w:rPr>
          <w:sz w:val="24"/>
          <w:szCs w:val="24"/>
        </w:rPr>
        <w:t>) иные функции в соответствии с положением об отделе развития сельского хозяйс</w:t>
      </w:r>
      <w:r w:rsidRPr="00A47B78">
        <w:rPr>
          <w:sz w:val="24"/>
          <w:szCs w:val="24"/>
        </w:rPr>
        <w:t>т</w:t>
      </w:r>
      <w:r w:rsidRPr="00A47B78">
        <w:rPr>
          <w:sz w:val="24"/>
          <w:szCs w:val="24"/>
        </w:rPr>
        <w:t>ва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 xml:space="preserve">12. Отдел </w:t>
      </w:r>
      <w:r>
        <w:rPr>
          <w:b/>
          <w:sz w:val="24"/>
          <w:szCs w:val="24"/>
        </w:rPr>
        <w:t>физической культуры, спорта, делам молодёжи и детства</w:t>
      </w:r>
      <w:r w:rsidRPr="00A47B78">
        <w:rPr>
          <w:b/>
          <w:sz w:val="24"/>
          <w:szCs w:val="24"/>
        </w:rPr>
        <w:t xml:space="preserve"> администр</w:t>
      </w:r>
      <w:r w:rsidRPr="00A47B78">
        <w:rPr>
          <w:b/>
          <w:sz w:val="24"/>
          <w:szCs w:val="24"/>
        </w:rPr>
        <w:t>а</w:t>
      </w:r>
      <w:r w:rsidRPr="00A47B78">
        <w:rPr>
          <w:b/>
          <w:sz w:val="24"/>
          <w:szCs w:val="24"/>
        </w:rPr>
        <w:t>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Функции, выполняемые отделом </w:t>
      </w:r>
      <w:r>
        <w:rPr>
          <w:sz w:val="24"/>
          <w:szCs w:val="24"/>
        </w:rPr>
        <w:t>физической культуры, спорта,</w:t>
      </w:r>
      <w:r w:rsidRPr="00A47B78">
        <w:rPr>
          <w:sz w:val="24"/>
          <w:szCs w:val="24"/>
        </w:rPr>
        <w:t xml:space="preserve"> делам молодежи и детства администрации муниципального района «Шилкинский район»: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условий для развития на территории муниципального района физич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участие и организация программ по физической культуре;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и осуществления мероприятий межпоселенческого хара</w:t>
      </w:r>
      <w:r w:rsidRPr="00A47B78">
        <w:rPr>
          <w:sz w:val="24"/>
          <w:szCs w:val="24"/>
        </w:rPr>
        <w:t>к</w:t>
      </w:r>
      <w:r w:rsidRPr="00A47B78">
        <w:rPr>
          <w:sz w:val="24"/>
          <w:szCs w:val="24"/>
        </w:rPr>
        <w:t>тера по работе с детьми и молодежью;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осуществление работы комиссии</w:t>
      </w:r>
      <w:r w:rsidRPr="00A47B78">
        <w:rPr>
          <w:sz w:val="24"/>
          <w:szCs w:val="24"/>
        </w:rPr>
        <w:t xml:space="preserve"> по делам несовершеннолетних и защите их прав</w:t>
      </w:r>
      <w:r>
        <w:rPr>
          <w:sz w:val="24"/>
          <w:szCs w:val="24"/>
        </w:rPr>
        <w:t>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A47B78">
        <w:rPr>
          <w:sz w:val="24"/>
          <w:szCs w:val="24"/>
        </w:rPr>
        <w:t xml:space="preserve">иные функции в соответствии с положением об отделе </w:t>
      </w:r>
      <w:r>
        <w:rPr>
          <w:sz w:val="24"/>
          <w:szCs w:val="24"/>
        </w:rPr>
        <w:t>физической культуры, спо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та,</w:t>
      </w:r>
      <w:r w:rsidRPr="00A47B78">
        <w:rPr>
          <w:sz w:val="24"/>
          <w:szCs w:val="24"/>
        </w:rPr>
        <w:t xml:space="preserve"> делам молодежи и детства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13. Контрольно-ревизионный отдел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контрольно-ревизионным отделом администрации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 «Шилкинский район»: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контроль за законностью, эффективностью и целевым использованием средств бюджета муниципального района администрацией, муниципальными предприятиями, учр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ждениями и организациями, администрациями поселений муниципального района «Ши</w:t>
      </w:r>
      <w:r w:rsidRPr="00A47B78">
        <w:rPr>
          <w:sz w:val="24"/>
          <w:szCs w:val="24"/>
        </w:rPr>
        <w:t>л</w:t>
      </w:r>
      <w:r w:rsidRPr="00A47B78">
        <w:rPr>
          <w:sz w:val="24"/>
          <w:szCs w:val="24"/>
        </w:rPr>
        <w:t>кинский район»;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контроль за полнотой и своевременностью осуществления мер по устранению в</w:t>
      </w:r>
      <w:r w:rsidRPr="00A47B78">
        <w:rPr>
          <w:sz w:val="24"/>
          <w:szCs w:val="24"/>
        </w:rPr>
        <w:t>ы</w:t>
      </w:r>
      <w:r w:rsidRPr="00A47B78">
        <w:rPr>
          <w:sz w:val="24"/>
          <w:szCs w:val="24"/>
        </w:rPr>
        <w:t>явленных нарушений, выполнением решений, принятых органами местного самоуправления муниципального района по результатам ревизий и проверок;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проведение проверок по правильности и законности размещения муниципальных заказов на приобретение товаров и услуг, проведения работ бюджетными учреждениями, муниципальными предприятиями, учреждениями и организациями;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иные функции в соответствии с положением о контрольно-ревизионном отделе а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14. Отдел муниципальной службы и кадровой политики администрации мун</w:t>
      </w:r>
      <w:r w:rsidRPr="00A47B78">
        <w:rPr>
          <w:b/>
          <w:sz w:val="24"/>
          <w:szCs w:val="24"/>
        </w:rPr>
        <w:t>и</w:t>
      </w:r>
      <w:r w:rsidRPr="00A47B78">
        <w:rPr>
          <w:b/>
          <w:sz w:val="24"/>
          <w:szCs w:val="24"/>
        </w:rPr>
        <w:t>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муниципальной службы и кадровой политики адм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нистрации муниципального района «Шилкинский район»: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осуществление кадровой политики, в том числе формирование кадрового резерва управленческих кадров;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кадровое обеспечение деятельности администрации, комитета</w:t>
      </w:r>
      <w:r>
        <w:rPr>
          <w:sz w:val="24"/>
          <w:szCs w:val="24"/>
        </w:rPr>
        <w:t xml:space="preserve"> и учреждений</w:t>
      </w:r>
      <w:r w:rsidRPr="00A47B78">
        <w:rPr>
          <w:sz w:val="24"/>
          <w:szCs w:val="24"/>
        </w:rPr>
        <w:t xml:space="preserve"> кул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туры, централизованной бухгалтерии;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3) организация</w:t>
      </w:r>
      <w:r w:rsidRPr="00A47B78">
        <w:rPr>
          <w:sz w:val="24"/>
          <w:szCs w:val="24"/>
        </w:rPr>
        <w:t xml:space="preserve"> профессионального образования и дополнительного профессионал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образования выборных должностных лиц местного самоуправления, депутатов предст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вительных органов муниципального района, поселений, входящих в состав муниципального района, муниципальных служащих и работников муниципальных учреждений, в организ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подготовки кадров для муниципальной службы в порядке, предусмотренном законод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тельством Российской Федерации об образовании и законодательством Российской Федер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о муниципальной службе</w:t>
      </w:r>
      <w:r>
        <w:rPr>
          <w:sz w:val="24"/>
          <w:szCs w:val="24"/>
        </w:rPr>
        <w:t>;</w:t>
      </w:r>
    </w:p>
    <w:p w:rsidR="002E7ACF" w:rsidRPr="00A47B78" w:rsidRDefault="002E7ACF" w:rsidP="00BD2F9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4) участие в осуществлении</w:t>
      </w:r>
      <w:r w:rsidRPr="00A47B78">
        <w:rPr>
          <w:sz w:val="24"/>
          <w:szCs w:val="24"/>
        </w:rPr>
        <w:t xml:space="preserve"> мер по противодействию коррупции в границах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47B78">
        <w:rPr>
          <w:sz w:val="24"/>
          <w:szCs w:val="24"/>
        </w:rPr>
        <w:t>) иные функции в соответствии с положением об отделе муниципальной службы и кадровой политики администрации муниципального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b/>
          <w:sz w:val="24"/>
          <w:szCs w:val="24"/>
        </w:rPr>
      </w:pPr>
      <w:r w:rsidRPr="00633C25">
        <w:rPr>
          <w:b/>
          <w:sz w:val="24"/>
          <w:szCs w:val="24"/>
        </w:rPr>
        <w:t>15.</w:t>
      </w:r>
      <w:r w:rsidRPr="00A47B78">
        <w:rPr>
          <w:sz w:val="24"/>
          <w:szCs w:val="24"/>
        </w:rPr>
        <w:t xml:space="preserve"> </w:t>
      </w:r>
      <w:r w:rsidRPr="00A47B78">
        <w:rPr>
          <w:b/>
          <w:sz w:val="24"/>
          <w:szCs w:val="24"/>
        </w:rPr>
        <w:t>Отдел по мобилизационной работе и делам ГО и ЧС администрации муниц</w:t>
      </w:r>
      <w:r w:rsidRPr="00A47B78">
        <w:rPr>
          <w:b/>
          <w:sz w:val="24"/>
          <w:szCs w:val="24"/>
        </w:rPr>
        <w:t>и</w:t>
      </w:r>
      <w:r w:rsidRPr="00A47B78">
        <w:rPr>
          <w:b/>
          <w:sz w:val="24"/>
          <w:szCs w:val="24"/>
        </w:rPr>
        <w:t>пального района «Шилкинский район».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по мобилизационной работе и делам ГО и ЧС адм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нистрации муниципального района «Шилкинский район»: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участия в предупреждении и ликвидации последствий чрезвычайных ситуаций на территории муниципального района, в границах поселений, входящих в состав муниципального района;</w:t>
      </w:r>
    </w:p>
    <w:p w:rsidR="002E7ACF" w:rsidRDefault="002E7ACF" w:rsidP="00C04766">
      <w:pPr>
        <w:ind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и осуществления мероприятий по территориальной об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роне и гражданской обороне, защите населения и территории муниципального района, пос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лений, входящих в состав муниципального района, от чрезвычайных ситуаций природного и техногенного характера;</w:t>
      </w:r>
    </w:p>
    <w:p w:rsidR="002E7ACF" w:rsidRPr="00A47B78" w:rsidRDefault="002E7ACF" w:rsidP="00EB574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47B78">
        <w:rPr>
          <w:sz w:val="24"/>
          <w:szCs w:val="24"/>
        </w:rPr>
        <w:t>) 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района, в границах поселений, входящих в состав муниципального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47B78">
        <w:rPr>
          <w:sz w:val="24"/>
          <w:szCs w:val="24"/>
        </w:rPr>
        <w:t>) участие в осуществлении мероприятий по обеспечению безопасности людей на водных объектах, охране их жизни и здоровья;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47B78">
        <w:rPr>
          <w:sz w:val="24"/>
          <w:szCs w:val="24"/>
        </w:rPr>
        <w:t>) участие в организации и осуществлении мероприятий по мобилизационной подг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товке муниципальных предприятий и учреждений, находящихся на территории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района;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47B78">
        <w:rPr>
          <w:sz w:val="24"/>
          <w:szCs w:val="24"/>
        </w:rPr>
        <w:t xml:space="preserve">) </w:t>
      </w:r>
      <w:r w:rsidRPr="008059A9">
        <w:rPr>
          <w:sz w:val="24"/>
          <w:szCs w:val="24"/>
        </w:rPr>
        <w:t>обеспечение организации общественного порядка на территории муниципального района муниципальной милицией</w:t>
      </w:r>
      <w:r w:rsidRPr="00A47B78">
        <w:rPr>
          <w:sz w:val="24"/>
          <w:szCs w:val="24"/>
        </w:rPr>
        <w:t>;</w:t>
      </w:r>
    </w:p>
    <w:p w:rsidR="002E7ACF" w:rsidRPr="00A47B78" w:rsidRDefault="002E7ACF" w:rsidP="00C0476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47B78">
        <w:rPr>
          <w:sz w:val="24"/>
          <w:szCs w:val="24"/>
        </w:rPr>
        <w:t>) иные функции в соответствии с положением об отделе по мобилизационной работе и делам ГО и ЧС.</w:t>
      </w:r>
    </w:p>
    <w:sectPr w:rsidR="002E7ACF" w:rsidRPr="00A47B78" w:rsidSect="00E0140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39A2"/>
    <w:multiLevelType w:val="multilevel"/>
    <w:tmpl w:val="5788944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>
    <w:nsid w:val="225E3182"/>
    <w:multiLevelType w:val="multilevel"/>
    <w:tmpl w:val="0B28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3">
    <w:nsid w:val="5F743713"/>
    <w:multiLevelType w:val="hybridMultilevel"/>
    <w:tmpl w:val="524E0B68"/>
    <w:lvl w:ilvl="0" w:tplc="C5BE8E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0031D59"/>
    <w:multiLevelType w:val="hybridMultilevel"/>
    <w:tmpl w:val="9780A9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C57EB3"/>
    <w:multiLevelType w:val="multilevel"/>
    <w:tmpl w:val="F3D6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A22"/>
    <w:rsid w:val="0000075B"/>
    <w:rsid w:val="000008E1"/>
    <w:rsid w:val="00000C9D"/>
    <w:rsid w:val="00002E17"/>
    <w:rsid w:val="00003440"/>
    <w:rsid w:val="00003CBA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4CAE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0C6"/>
    <w:rsid w:val="00044BF8"/>
    <w:rsid w:val="00044DBD"/>
    <w:rsid w:val="00044DFC"/>
    <w:rsid w:val="00045374"/>
    <w:rsid w:val="00045AB4"/>
    <w:rsid w:val="00045DFF"/>
    <w:rsid w:val="00046702"/>
    <w:rsid w:val="00046DD9"/>
    <w:rsid w:val="000473D5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1FE9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18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D7B8E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0FAE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A8F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0ED3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A87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1D7B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A55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06D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403A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1CD8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0940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BEA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AB9"/>
    <w:rsid w:val="002D0B55"/>
    <w:rsid w:val="002D1EF2"/>
    <w:rsid w:val="002D1FA3"/>
    <w:rsid w:val="002D2A5F"/>
    <w:rsid w:val="002D2E0C"/>
    <w:rsid w:val="002D3718"/>
    <w:rsid w:val="002D4201"/>
    <w:rsid w:val="002D43E5"/>
    <w:rsid w:val="002D5C0F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6FC5"/>
    <w:rsid w:val="002E7ACF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1C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1F8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3845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67A11"/>
    <w:rsid w:val="00370CE1"/>
    <w:rsid w:val="00370E90"/>
    <w:rsid w:val="003735F0"/>
    <w:rsid w:val="00373751"/>
    <w:rsid w:val="003737F4"/>
    <w:rsid w:val="00374CA5"/>
    <w:rsid w:val="00375016"/>
    <w:rsid w:val="003754E6"/>
    <w:rsid w:val="0037599C"/>
    <w:rsid w:val="00375F3E"/>
    <w:rsid w:val="003767B7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773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5D6F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37F2"/>
    <w:rsid w:val="003D6D7B"/>
    <w:rsid w:val="003D7920"/>
    <w:rsid w:val="003D7CEA"/>
    <w:rsid w:val="003D7EB7"/>
    <w:rsid w:val="003E05E9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5EB5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1AA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36A2D"/>
    <w:rsid w:val="00437786"/>
    <w:rsid w:val="004421B5"/>
    <w:rsid w:val="004422A9"/>
    <w:rsid w:val="0044257C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1AB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1D4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57D8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29C"/>
    <w:rsid w:val="00503827"/>
    <w:rsid w:val="00503BB2"/>
    <w:rsid w:val="005045E7"/>
    <w:rsid w:val="00504B72"/>
    <w:rsid w:val="00504FF4"/>
    <w:rsid w:val="00505909"/>
    <w:rsid w:val="00505B8F"/>
    <w:rsid w:val="00505D7E"/>
    <w:rsid w:val="005073D3"/>
    <w:rsid w:val="00507C08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10"/>
    <w:rsid w:val="00566FDF"/>
    <w:rsid w:val="00567FCE"/>
    <w:rsid w:val="005703FE"/>
    <w:rsid w:val="00570F2F"/>
    <w:rsid w:val="00572A83"/>
    <w:rsid w:val="005734F8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4F00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A6FE3"/>
    <w:rsid w:val="005B0BEF"/>
    <w:rsid w:val="005B0DFB"/>
    <w:rsid w:val="005B35A8"/>
    <w:rsid w:val="005B3A19"/>
    <w:rsid w:val="005B3B9C"/>
    <w:rsid w:val="005B48DF"/>
    <w:rsid w:val="005B4B12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0652"/>
    <w:rsid w:val="005F1781"/>
    <w:rsid w:val="005F2700"/>
    <w:rsid w:val="005F35EB"/>
    <w:rsid w:val="005F3B9A"/>
    <w:rsid w:val="005F5582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6EE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D6C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C25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25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0A85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3F3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16DB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6B67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D22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578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6F26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49E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4CB"/>
    <w:rsid w:val="00767B10"/>
    <w:rsid w:val="00767D95"/>
    <w:rsid w:val="007720B2"/>
    <w:rsid w:val="00772592"/>
    <w:rsid w:val="0077280E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968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0E3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8AC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5825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65C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59A9"/>
    <w:rsid w:val="0080762F"/>
    <w:rsid w:val="0080792D"/>
    <w:rsid w:val="008079E2"/>
    <w:rsid w:val="00810280"/>
    <w:rsid w:val="008103E2"/>
    <w:rsid w:val="00810507"/>
    <w:rsid w:val="00811971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5E2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0BF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C7C71"/>
    <w:rsid w:val="008D245A"/>
    <w:rsid w:val="008D296A"/>
    <w:rsid w:val="008D2A25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E7D19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090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81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868"/>
    <w:rsid w:val="00963A95"/>
    <w:rsid w:val="00964499"/>
    <w:rsid w:val="00964EFF"/>
    <w:rsid w:val="00965076"/>
    <w:rsid w:val="0096549B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C10"/>
    <w:rsid w:val="00974F20"/>
    <w:rsid w:val="00980AD6"/>
    <w:rsid w:val="0098175C"/>
    <w:rsid w:val="009825E2"/>
    <w:rsid w:val="00984531"/>
    <w:rsid w:val="0098532B"/>
    <w:rsid w:val="00985E5F"/>
    <w:rsid w:val="0098607C"/>
    <w:rsid w:val="00986189"/>
    <w:rsid w:val="00986F25"/>
    <w:rsid w:val="009875C3"/>
    <w:rsid w:val="00987F2C"/>
    <w:rsid w:val="00990710"/>
    <w:rsid w:val="009907CA"/>
    <w:rsid w:val="009909BE"/>
    <w:rsid w:val="00990DE6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14"/>
    <w:rsid w:val="009A2E83"/>
    <w:rsid w:val="009A31AE"/>
    <w:rsid w:val="009A336C"/>
    <w:rsid w:val="009A388B"/>
    <w:rsid w:val="009A3C77"/>
    <w:rsid w:val="009A4256"/>
    <w:rsid w:val="009A4C8D"/>
    <w:rsid w:val="009A5738"/>
    <w:rsid w:val="009A5FB1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B76C8"/>
    <w:rsid w:val="009C09A2"/>
    <w:rsid w:val="009C1E96"/>
    <w:rsid w:val="009C226C"/>
    <w:rsid w:val="009C3ECF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D79C4"/>
    <w:rsid w:val="009E0036"/>
    <w:rsid w:val="009E0CE6"/>
    <w:rsid w:val="009E13D1"/>
    <w:rsid w:val="009E153D"/>
    <w:rsid w:val="009E264A"/>
    <w:rsid w:val="009E2CF0"/>
    <w:rsid w:val="009E4A22"/>
    <w:rsid w:val="009E4B5D"/>
    <w:rsid w:val="009E4C28"/>
    <w:rsid w:val="009E633D"/>
    <w:rsid w:val="009E7022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47B78"/>
    <w:rsid w:val="00A5028E"/>
    <w:rsid w:val="00A51081"/>
    <w:rsid w:val="00A5172E"/>
    <w:rsid w:val="00A523DC"/>
    <w:rsid w:val="00A52AA4"/>
    <w:rsid w:val="00A530BD"/>
    <w:rsid w:val="00A53608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F6F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19B"/>
    <w:rsid w:val="00A913D7"/>
    <w:rsid w:val="00A926B1"/>
    <w:rsid w:val="00A92A40"/>
    <w:rsid w:val="00A92EC7"/>
    <w:rsid w:val="00A934EE"/>
    <w:rsid w:val="00A9366B"/>
    <w:rsid w:val="00A972E9"/>
    <w:rsid w:val="00A97F4C"/>
    <w:rsid w:val="00AA0B2E"/>
    <w:rsid w:val="00AA19E2"/>
    <w:rsid w:val="00AA2778"/>
    <w:rsid w:val="00AA2B32"/>
    <w:rsid w:val="00AA4650"/>
    <w:rsid w:val="00AA4775"/>
    <w:rsid w:val="00AA4BA6"/>
    <w:rsid w:val="00AA5772"/>
    <w:rsid w:val="00AA5847"/>
    <w:rsid w:val="00AA64B3"/>
    <w:rsid w:val="00AA6937"/>
    <w:rsid w:val="00AA6DD6"/>
    <w:rsid w:val="00AA7D3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671"/>
    <w:rsid w:val="00AD5AF9"/>
    <w:rsid w:val="00AD5E9B"/>
    <w:rsid w:val="00AD69A1"/>
    <w:rsid w:val="00AD6BCC"/>
    <w:rsid w:val="00AD71AE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0D37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531"/>
    <w:rsid w:val="00B06B36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1CD7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4C9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A77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4632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2673"/>
    <w:rsid w:val="00BC379D"/>
    <w:rsid w:val="00BC3B04"/>
    <w:rsid w:val="00BC52F6"/>
    <w:rsid w:val="00BC5976"/>
    <w:rsid w:val="00BC608A"/>
    <w:rsid w:val="00BC6FB0"/>
    <w:rsid w:val="00BC7253"/>
    <w:rsid w:val="00BC72DE"/>
    <w:rsid w:val="00BC7A28"/>
    <w:rsid w:val="00BD0FDC"/>
    <w:rsid w:val="00BD14C6"/>
    <w:rsid w:val="00BD1CB4"/>
    <w:rsid w:val="00BD2021"/>
    <w:rsid w:val="00BD227B"/>
    <w:rsid w:val="00BD2B1C"/>
    <w:rsid w:val="00BD2F94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5AC3"/>
    <w:rsid w:val="00BE6DE0"/>
    <w:rsid w:val="00BE7486"/>
    <w:rsid w:val="00BF0534"/>
    <w:rsid w:val="00BF0FBF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432"/>
    <w:rsid w:val="00BF6B13"/>
    <w:rsid w:val="00C0038E"/>
    <w:rsid w:val="00C00640"/>
    <w:rsid w:val="00C00D3E"/>
    <w:rsid w:val="00C018D4"/>
    <w:rsid w:val="00C0275E"/>
    <w:rsid w:val="00C02A91"/>
    <w:rsid w:val="00C0323A"/>
    <w:rsid w:val="00C04766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11A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1C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0274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26E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59BF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9B4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B5C"/>
    <w:rsid w:val="00D55D01"/>
    <w:rsid w:val="00D561D9"/>
    <w:rsid w:val="00D56841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BCA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E04"/>
    <w:rsid w:val="00DB6FE5"/>
    <w:rsid w:val="00DB6FF2"/>
    <w:rsid w:val="00DB7027"/>
    <w:rsid w:val="00DB7AB0"/>
    <w:rsid w:val="00DC0F46"/>
    <w:rsid w:val="00DC1F8A"/>
    <w:rsid w:val="00DC25C4"/>
    <w:rsid w:val="00DC2D29"/>
    <w:rsid w:val="00DC3C74"/>
    <w:rsid w:val="00DC48C9"/>
    <w:rsid w:val="00DC4E32"/>
    <w:rsid w:val="00DC5103"/>
    <w:rsid w:val="00DC5AD5"/>
    <w:rsid w:val="00DC5EFD"/>
    <w:rsid w:val="00DD332F"/>
    <w:rsid w:val="00DD34B5"/>
    <w:rsid w:val="00DD424C"/>
    <w:rsid w:val="00DD513E"/>
    <w:rsid w:val="00DD7796"/>
    <w:rsid w:val="00DE0C1E"/>
    <w:rsid w:val="00DE0FB3"/>
    <w:rsid w:val="00DE1C8B"/>
    <w:rsid w:val="00DE1E5D"/>
    <w:rsid w:val="00DE239B"/>
    <w:rsid w:val="00DE254E"/>
    <w:rsid w:val="00DE29F2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4D9"/>
    <w:rsid w:val="00DF2C2F"/>
    <w:rsid w:val="00DF3655"/>
    <w:rsid w:val="00DF3DC0"/>
    <w:rsid w:val="00DF3DCA"/>
    <w:rsid w:val="00DF418C"/>
    <w:rsid w:val="00DF4322"/>
    <w:rsid w:val="00DF4DA4"/>
    <w:rsid w:val="00DF680D"/>
    <w:rsid w:val="00DF6FFA"/>
    <w:rsid w:val="00E0047B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4B3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1ED6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57B67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76E"/>
    <w:rsid w:val="00E85D9C"/>
    <w:rsid w:val="00E86376"/>
    <w:rsid w:val="00E86940"/>
    <w:rsid w:val="00E86D47"/>
    <w:rsid w:val="00E86E10"/>
    <w:rsid w:val="00E86F03"/>
    <w:rsid w:val="00E8752A"/>
    <w:rsid w:val="00E87FFB"/>
    <w:rsid w:val="00E90114"/>
    <w:rsid w:val="00E90743"/>
    <w:rsid w:val="00E90DD6"/>
    <w:rsid w:val="00E92412"/>
    <w:rsid w:val="00E9267F"/>
    <w:rsid w:val="00E9282D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4C3B"/>
    <w:rsid w:val="00EA5174"/>
    <w:rsid w:val="00EA5DE9"/>
    <w:rsid w:val="00EA5F70"/>
    <w:rsid w:val="00EA6CD4"/>
    <w:rsid w:val="00EA6F95"/>
    <w:rsid w:val="00EB044D"/>
    <w:rsid w:val="00EB060C"/>
    <w:rsid w:val="00EB0F6D"/>
    <w:rsid w:val="00EB1900"/>
    <w:rsid w:val="00EB31C5"/>
    <w:rsid w:val="00EB3200"/>
    <w:rsid w:val="00EB33EE"/>
    <w:rsid w:val="00EB36C5"/>
    <w:rsid w:val="00EB3E25"/>
    <w:rsid w:val="00EB4331"/>
    <w:rsid w:val="00EB4D13"/>
    <w:rsid w:val="00EB5218"/>
    <w:rsid w:val="00EB5749"/>
    <w:rsid w:val="00EB6638"/>
    <w:rsid w:val="00EB678B"/>
    <w:rsid w:val="00EC0CB3"/>
    <w:rsid w:val="00EC0E10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A40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5FF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361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2BBF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EED"/>
    <w:rsid w:val="00F72FB1"/>
    <w:rsid w:val="00F7394F"/>
    <w:rsid w:val="00F7483C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604A"/>
    <w:rsid w:val="00FB73D3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table" w:styleId="TableGrid">
    <w:name w:val="Table Grid"/>
    <w:basedOn w:val="TableNormal"/>
    <w:uiPriority w:val="99"/>
    <w:rsid w:val="00DE46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F4557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14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1363</TotalTime>
  <Pages>13</Pages>
  <Words>6179</Words>
  <Characters>-32766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Vitalia</cp:lastModifiedBy>
  <cp:revision>45</cp:revision>
  <cp:lastPrinted>2017-11-19T23:56:00Z</cp:lastPrinted>
  <dcterms:created xsi:type="dcterms:W3CDTF">2017-01-24T08:02:00Z</dcterms:created>
  <dcterms:modified xsi:type="dcterms:W3CDTF">2017-11-22T15:13:00Z</dcterms:modified>
</cp:coreProperties>
</file>